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72665" w14:textId="28874A1F" w:rsidR="00FA3565" w:rsidRPr="003A2047" w:rsidRDefault="00FA3565" w:rsidP="00D469B6">
      <w:pPr>
        <w:pStyle w:val="BodyText"/>
        <w:rPr>
          <w:lang w:val="en-GB"/>
        </w:rPr>
      </w:pPr>
    </w:p>
    <w:p w14:paraId="75189753" w14:textId="77777777" w:rsidR="00D11FA1" w:rsidRDefault="00D11FA1" w:rsidP="00CE1D3F">
      <w:pPr>
        <w:pStyle w:val="TOCHeading"/>
        <w:rPr>
          <w:lang w:val="en-GB"/>
        </w:rPr>
      </w:pPr>
    </w:p>
    <w:p w14:paraId="69333D5C" w14:textId="12C39ADC" w:rsidR="00CE1D3F" w:rsidRPr="003A2047" w:rsidRDefault="00CE1D3F" w:rsidP="00CE1D3F">
      <w:pPr>
        <w:pStyle w:val="TOCHeading"/>
        <w:rPr>
          <w:lang w:val="en-GB"/>
        </w:rPr>
      </w:pPr>
      <w:r w:rsidRPr="003A2047">
        <w:rPr>
          <w:lang w:val="en-GB"/>
        </w:rPr>
        <w:t>EOSC Future Call for Evaluators</w:t>
      </w:r>
    </w:p>
    <w:p w14:paraId="7C4FBC8F" w14:textId="1A01BC1A" w:rsidR="00CE1D3F" w:rsidRPr="003A2047" w:rsidRDefault="00CE1D3F" w:rsidP="00CE1D3F">
      <w:pPr>
        <w:rPr>
          <w:lang w:val="en-GB"/>
        </w:rPr>
      </w:pPr>
    </w:p>
    <w:p w14:paraId="7F048702" w14:textId="44E6AC20" w:rsidR="00B1697B" w:rsidRPr="003A2047" w:rsidRDefault="00B1697B" w:rsidP="00CE1D3F">
      <w:pPr>
        <w:rPr>
          <w:i/>
          <w:iCs/>
          <w:lang w:val="en-GB"/>
        </w:rPr>
      </w:pPr>
      <w:r w:rsidRPr="003A2047">
        <w:rPr>
          <w:i/>
          <w:iCs/>
          <w:lang w:val="en-GB"/>
        </w:rPr>
        <w:t xml:space="preserve">After its official kick-off last week, </w:t>
      </w:r>
      <w:hyperlink r:id="rId8" w:history="1">
        <w:r w:rsidRPr="003A2047">
          <w:rPr>
            <w:rStyle w:val="Hyperlink"/>
            <w:i/>
            <w:iCs/>
            <w:lang w:val="en-GB"/>
          </w:rPr>
          <w:t xml:space="preserve">EOSC </w:t>
        </w:r>
        <w:r w:rsidR="00EA716D" w:rsidRPr="003A2047">
          <w:rPr>
            <w:rStyle w:val="Hyperlink"/>
            <w:i/>
            <w:iCs/>
            <w:lang w:val="en-GB"/>
          </w:rPr>
          <w:t>F</w:t>
        </w:r>
        <w:r w:rsidRPr="003A2047">
          <w:rPr>
            <w:rStyle w:val="Hyperlink"/>
            <w:i/>
            <w:iCs/>
            <w:lang w:val="en-GB"/>
          </w:rPr>
          <w:t>uture</w:t>
        </w:r>
      </w:hyperlink>
      <w:r w:rsidRPr="003A2047">
        <w:rPr>
          <w:i/>
          <w:iCs/>
          <w:lang w:val="en-GB"/>
        </w:rPr>
        <w:t xml:space="preserve"> is going into high gear with the launch of </w:t>
      </w:r>
      <w:r w:rsidR="00916716">
        <w:rPr>
          <w:i/>
          <w:iCs/>
          <w:lang w:val="en-GB"/>
        </w:rPr>
        <w:t>a</w:t>
      </w:r>
      <w:r w:rsidRPr="003A2047">
        <w:rPr>
          <w:i/>
          <w:iCs/>
          <w:lang w:val="en-GB"/>
        </w:rPr>
        <w:t xml:space="preserve"> </w:t>
      </w:r>
      <w:hyperlink r:id="rId9" w:history="1">
        <w:r w:rsidRPr="00011D4A">
          <w:rPr>
            <w:rStyle w:val="Hyperlink"/>
            <w:i/>
            <w:iCs/>
            <w:lang w:val="en-GB"/>
          </w:rPr>
          <w:t>call for external evaluators</w:t>
        </w:r>
      </w:hyperlink>
      <w:r w:rsidRPr="003A2047">
        <w:rPr>
          <w:i/>
          <w:iCs/>
          <w:lang w:val="en-GB"/>
        </w:rPr>
        <w:t xml:space="preserve">. </w:t>
      </w:r>
      <w:r w:rsidR="00EA716D" w:rsidRPr="003A2047">
        <w:rPr>
          <w:i/>
          <w:iCs/>
          <w:lang w:val="en-GB"/>
        </w:rPr>
        <w:t xml:space="preserve">This call is seeking experts to evaluate a series of diverse grants to be awarded </w:t>
      </w:r>
      <w:r w:rsidR="003655EF">
        <w:rPr>
          <w:i/>
          <w:iCs/>
          <w:lang w:val="en-GB"/>
        </w:rPr>
        <w:t>by the</w:t>
      </w:r>
      <w:r w:rsidR="003655EF" w:rsidRPr="003A2047">
        <w:rPr>
          <w:i/>
          <w:iCs/>
          <w:lang w:val="en-GB"/>
        </w:rPr>
        <w:t xml:space="preserve"> Research Data Alliance (</w:t>
      </w:r>
      <w:hyperlink r:id="rId10" w:history="1">
        <w:r w:rsidR="003655EF" w:rsidRPr="003A2047">
          <w:rPr>
            <w:rStyle w:val="Hyperlink"/>
            <w:i/>
            <w:iCs/>
            <w:lang w:val="en-GB"/>
          </w:rPr>
          <w:t>RDA</w:t>
        </w:r>
      </w:hyperlink>
      <w:r w:rsidR="003655EF">
        <w:rPr>
          <w:i/>
          <w:iCs/>
          <w:lang w:val="en-GB"/>
        </w:rPr>
        <w:t xml:space="preserve">) </w:t>
      </w:r>
      <w:r w:rsidR="00EA716D" w:rsidRPr="003A2047">
        <w:rPr>
          <w:i/>
          <w:iCs/>
          <w:lang w:val="en-GB"/>
        </w:rPr>
        <w:t xml:space="preserve">over the course of the EOSC Future </w:t>
      </w:r>
      <w:r w:rsidR="007121F4">
        <w:rPr>
          <w:i/>
          <w:iCs/>
          <w:lang w:val="en-GB"/>
        </w:rPr>
        <w:t>project</w:t>
      </w:r>
      <w:r w:rsidR="003655EF">
        <w:rPr>
          <w:i/>
          <w:iCs/>
          <w:lang w:val="en-GB"/>
        </w:rPr>
        <w:t>.</w:t>
      </w:r>
      <w:r w:rsidR="007121F4">
        <w:rPr>
          <w:i/>
          <w:iCs/>
          <w:lang w:val="en-GB"/>
        </w:rPr>
        <w:t xml:space="preserve"> </w:t>
      </w:r>
      <w:r w:rsidR="0025027B">
        <w:rPr>
          <w:i/>
          <w:iCs/>
          <w:lang w:val="en-GB"/>
        </w:rPr>
        <w:t>Though the call</w:t>
      </w:r>
      <w:r w:rsidR="00EA716D" w:rsidRPr="003A2047">
        <w:rPr>
          <w:i/>
          <w:iCs/>
          <w:lang w:val="en-GB"/>
        </w:rPr>
        <w:t xml:space="preserve"> will remain open for submissions until June 2023,  experts will be called on to evaluate gran</w:t>
      </w:r>
      <w:r w:rsidR="0025027B">
        <w:rPr>
          <w:i/>
          <w:iCs/>
          <w:lang w:val="en-GB"/>
        </w:rPr>
        <w:t>t</w:t>
      </w:r>
      <w:r w:rsidR="00EA716D" w:rsidRPr="003A2047">
        <w:rPr>
          <w:i/>
          <w:iCs/>
          <w:lang w:val="en-GB"/>
        </w:rPr>
        <w:t xml:space="preserve"> applications as soon as October 2021.</w:t>
      </w:r>
    </w:p>
    <w:p w14:paraId="47A2E72A" w14:textId="4F8B0D53" w:rsidR="00EA716D" w:rsidRPr="003A2047" w:rsidRDefault="00EA716D" w:rsidP="00CE1D3F">
      <w:pPr>
        <w:rPr>
          <w:i/>
          <w:iCs/>
          <w:lang w:val="en-GB"/>
        </w:rPr>
      </w:pPr>
    </w:p>
    <w:p w14:paraId="22EEECB7" w14:textId="27A27B89" w:rsidR="00125342" w:rsidRPr="003A2047" w:rsidRDefault="00125342" w:rsidP="00CE1D3F">
      <w:pPr>
        <w:rPr>
          <w:lang w:val="en-GB"/>
        </w:rPr>
      </w:pPr>
      <w:r w:rsidRPr="003A2047">
        <w:rPr>
          <w:lang w:val="en-GB"/>
        </w:rPr>
        <w:t xml:space="preserve">Over the next two and a half years, the EOSC Future project will develop </w:t>
      </w:r>
      <w:r w:rsidR="00B6739B">
        <w:rPr>
          <w:lang w:val="en-GB"/>
        </w:rPr>
        <w:t xml:space="preserve">an </w:t>
      </w:r>
      <w:r w:rsidRPr="003A2047">
        <w:rPr>
          <w:lang w:val="en-GB"/>
        </w:rPr>
        <w:t xml:space="preserve">environment </w:t>
      </w:r>
      <w:r w:rsidR="00FF4EEB">
        <w:rPr>
          <w:lang w:val="en-GB"/>
        </w:rPr>
        <w:t xml:space="preserve">with </w:t>
      </w:r>
      <w:r w:rsidRPr="003A2047">
        <w:rPr>
          <w:lang w:val="en-GB"/>
        </w:rPr>
        <w:t xml:space="preserve">professional data services, open research products and infrastructure. It looks to create a so-called </w:t>
      </w:r>
      <w:r w:rsidR="0016137B">
        <w:rPr>
          <w:lang w:val="en-GB"/>
        </w:rPr>
        <w:t>‘</w:t>
      </w:r>
      <w:r w:rsidRPr="003A2047">
        <w:rPr>
          <w:lang w:val="en-GB"/>
        </w:rPr>
        <w:t>system of system</w:t>
      </w:r>
      <w:r w:rsidR="00FF4EEB">
        <w:rPr>
          <w:lang w:val="en-GB"/>
        </w:rPr>
        <w:t>s</w:t>
      </w:r>
      <w:r w:rsidR="0016137B">
        <w:rPr>
          <w:lang w:val="en-GB"/>
        </w:rPr>
        <w:t>’</w:t>
      </w:r>
      <w:r w:rsidRPr="003A2047">
        <w:rPr>
          <w:lang w:val="en-GB"/>
        </w:rPr>
        <w:t xml:space="preserve"> that will support European researcher</w:t>
      </w:r>
      <w:r w:rsidR="00F8719C">
        <w:rPr>
          <w:lang w:val="en-GB"/>
        </w:rPr>
        <w:t>s</w:t>
      </w:r>
      <w:r w:rsidRPr="003A2047">
        <w:rPr>
          <w:lang w:val="en-GB"/>
        </w:rPr>
        <w:t xml:space="preserve"> in managing the entirely lifecycle of data</w:t>
      </w:r>
      <w:r w:rsidR="006E4C53">
        <w:rPr>
          <w:lang w:val="en-GB"/>
        </w:rPr>
        <w:t>:</w:t>
      </w:r>
      <w:r w:rsidRPr="003A2047">
        <w:rPr>
          <w:lang w:val="en-GB"/>
        </w:rPr>
        <w:t xml:space="preserve"> from sharing, </w:t>
      </w:r>
      <w:r w:rsidR="0015586D">
        <w:rPr>
          <w:lang w:val="en-GB"/>
        </w:rPr>
        <w:t xml:space="preserve">managing </w:t>
      </w:r>
      <w:r w:rsidRPr="003A2047">
        <w:rPr>
          <w:lang w:val="en-GB"/>
        </w:rPr>
        <w:t xml:space="preserve">and exploiting their own data to discovering, re-using and recombining </w:t>
      </w:r>
      <w:r w:rsidR="006E4C53">
        <w:rPr>
          <w:lang w:val="en-GB"/>
        </w:rPr>
        <w:t xml:space="preserve">the </w:t>
      </w:r>
      <w:r w:rsidRPr="003A2047">
        <w:rPr>
          <w:lang w:val="en-GB"/>
        </w:rPr>
        <w:t>data sets of others. The project will engage, train and support (potential) EOSC users and will en</w:t>
      </w:r>
      <w:r w:rsidR="00971F24" w:rsidRPr="003A2047">
        <w:rPr>
          <w:lang w:val="en-GB"/>
        </w:rPr>
        <w:t>courage</w:t>
      </w:r>
      <w:r w:rsidRPr="003A2047">
        <w:rPr>
          <w:lang w:val="en-GB"/>
        </w:rPr>
        <w:t xml:space="preserve"> providers to sign u</w:t>
      </w:r>
      <w:r w:rsidR="00971F24" w:rsidRPr="003A2047">
        <w:rPr>
          <w:lang w:val="en-GB"/>
        </w:rPr>
        <w:t>p by offering</w:t>
      </w:r>
      <w:r w:rsidRPr="003A2047">
        <w:rPr>
          <w:lang w:val="en-GB"/>
        </w:rPr>
        <w:t xml:space="preserve"> easy onboarding, ticket management and </w:t>
      </w:r>
      <w:r w:rsidR="00971F24" w:rsidRPr="003A2047">
        <w:rPr>
          <w:lang w:val="en-GB"/>
        </w:rPr>
        <w:t>analytics.</w:t>
      </w:r>
    </w:p>
    <w:p w14:paraId="55A1DB9C" w14:textId="77777777" w:rsidR="00125342" w:rsidRPr="003A2047" w:rsidRDefault="00125342" w:rsidP="00CE1D3F">
      <w:pPr>
        <w:rPr>
          <w:lang w:val="en-GB"/>
        </w:rPr>
      </w:pPr>
    </w:p>
    <w:p w14:paraId="35A8FF3D" w14:textId="7BEBA918" w:rsidR="00971F24" w:rsidRPr="003A2047" w:rsidRDefault="00971F24" w:rsidP="00971F24">
      <w:pPr>
        <w:rPr>
          <w:lang w:val="en-GB"/>
        </w:rPr>
      </w:pPr>
      <w:r w:rsidRPr="003A2047">
        <w:rPr>
          <w:lang w:val="en-GB"/>
        </w:rPr>
        <w:t>To enable the co-creation of EOSC</w:t>
      </w:r>
      <w:r w:rsidR="0051279C">
        <w:rPr>
          <w:lang w:val="en-GB"/>
        </w:rPr>
        <w:t>,</w:t>
      </w:r>
      <w:r w:rsidRPr="003A2047">
        <w:rPr>
          <w:lang w:val="en-GB"/>
        </w:rPr>
        <w:t xml:space="preserve"> via early adoption, technical and domain solution development and interoperability</w:t>
      </w:r>
      <w:r w:rsidR="00ED68FA">
        <w:rPr>
          <w:lang w:val="en-GB"/>
        </w:rPr>
        <w:t>,</w:t>
      </w:r>
      <w:r w:rsidRPr="003A2047">
        <w:rPr>
          <w:lang w:val="en-GB"/>
        </w:rPr>
        <w:t xml:space="preserve"> RDA will be running a rich set of regular open calls. The RDA </w:t>
      </w:r>
      <w:r w:rsidR="00722458" w:rsidRPr="003A2047">
        <w:rPr>
          <w:lang w:val="en-GB"/>
        </w:rPr>
        <w:t>O</w:t>
      </w:r>
      <w:r w:rsidRPr="003A2047">
        <w:rPr>
          <w:lang w:val="en-GB"/>
        </w:rPr>
        <w:t xml:space="preserve">pen </w:t>
      </w:r>
      <w:r w:rsidR="00722458" w:rsidRPr="003A2047">
        <w:rPr>
          <w:lang w:val="en-GB"/>
        </w:rPr>
        <w:t>C</w:t>
      </w:r>
      <w:r w:rsidRPr="003A2047">
        <w:rPr>
          <w:lang w:val="en-GB"/>
        </w:rPr>
        <w:t>alls mechanism is backed by a €1</w:t>
      </w:r>
      <w:r w:rsidR="007121F4">
        <w:rPr>
          <w:lang w:val="en-GB"/>
        </w:rPr>
        <w:t> </w:t>
      </w:r>
      <w:r w:rsidRPr="003A2047">
        <w:rPr>
          <w:lang w:val="en-GB"/>
        </w:rPr>
        <w:t>000</w:t>
      </w:r>
      <w:r w:rsidR="007121F4">
        <w:rPr>
          <w:lang w:val="en-GB"/>
        </w:rPr>
        <w:t> </w:t>
      </w:r>
      <w:r w:rsidRPr="003A2047">
        <w:rPr>
          <w:lang w:val="en-GB"/>
        </w:rPr>
        <w:t>000 grant earmarked for engaging with multiple stakeholders, including targeted scientific communities, technical experts and early career researchers. The calls will be complemented by a broad range of support activities, such as events, use</w:t>
      </w:r>
      <w:r w:rsidR="0015586D">
        <w:rPr>
          <w:lang w:val="en-GB"/>
        </w:rPr>
        <w:t xml:space="preserve"> </w:t>
      </w:r>
      <w:r w:rsidRPr="003A2047">
        <w:rPr>
          <w:lang w:val="en-GB"/>
        </w:rPr>
        <w:t>cases, info packages, best practices, a Scientific Ambassador Network and dedicated RDA groups. The</w:t>
      </w:r>
      <w:r w:rsidR="00863188">
        <w:rPr>
          <w:lang w:val="en-GB"/>
        </w:rPr>
        <w:t>se activities</w:t>
      </w:r>
      <w:r w:rsidR="00E24809" w:rsidRPr="003A2047">
        <w:rPr>
          <w:lang w:val="en-GB"/>
        </w:rPr>
        <w:t xml:space="preserve"> </w:t>
      </w:r>
      <w:r w:rsidRPr="003A2047">
        <w:rPr>
          <w:lang w:val="en-GB"/>
        </w:rPr>
        <w:t xml:space="preserve">will enable a continual innovation workflow and engagement with science projects to support the implementation of </w:t>
      </w:r>
      <w:r w:rsidR="00E24809" w:rsidRPr="003A2047">
        <w:rPr>
          <w:lang w:val="en-GB"/>
        </w:rPr>
        <w:t xml:space="preserve">an </w:t>
      </w:r>
      <w:r w:rsidRPr="003A2047">
        <w:rPr>
          <w:lang w:val="en-GB"/>
        </w:rPr>
        <w:t>EOSC</w:t>
      </w:r>
      <w:r w:rsidR="00E24809" w:rsidRPr="003A2047">
        <w:rPr>
          <w:lang w:val="en-GB"/>
        </w:rPr>
        <w:t xml:space="preserve"> environment</w:t>
      </w:r>
      <w:r w:rsidRPr="003A2047">
        <w:rPr>
          <w:lang w:val="en-GB"/>
        </w:rPr>
        <w:t xml:space="preserve">.  </w:t>
      </w:r>
    </w:p>
    <w:p w14:paraId="4D4E360D" w14:textId="2F54A9FE" w:rsidR="00971F24" w:rsidRPr="003A2047" w:rsidRDefault="00971F24" w:rsidP="00CE1D3F">
      <w:pPr>
        <w:rPr>
          <w:lang w:val="en-GB"/>
        </w:rPr>
      </w:pPr>
    </w:p>
    <w:p w14:paraId="3B9CA359" w14:textId="79BFA069" w:rsidR="005F489B" w:rsidRPr="003A2047" w:rsidRDefault="00E24809" w:rsidP="00CE1D3F">
      <w:pPr>
        <w:rPr>
          <w:lang w:val="en-GB"/>
        </w:rPr>
      </w:pPr>
      <w:r w:rsidRPr="003A2047">
        <w:rPr>
          <w:lang w:val="en-GB"/>
        </w:rPr>
        <w:t xml:space="preserve">In keeping with its principles of transparent and community-driven action, RDA is </w:t>
      </w:r>
      <w:r w:rsidR="00722458" w:rsidRPr="003A2047">
        <w:rPr>
          <w:lang w:val="en-GB"/>
        </w:rPr>
        <w:t xml:space="preserve">looking for external expert evaluators to support the decision-making process for awarding the RDA Open Calls grants. These evaluators will operate remotely via the EOSC Future Grants Platform and will be responsible for evaluating applications </w:t>
      </w:r>
      <w:r w:rsidR="001C32F5">
        <w:rPr>
          <w:lang w:val="en-GB"/>
        </w:rPr>
        <w:t>for</w:t>
      </w:r>
      <w:r w:rsidR="00722458" w:rsidRPr="003A2047">
        <w:rPr>
          <w:lang w:val="en-GB"/>
        </w:rPr>
        <w:t xml:space="preserve"> RDA Open Calls</w:t>
      </w:r>
      <w:r w:rsidR="0017013E">
        <w:rPr>
          <w:lang w:val="en-GB"/>
        </w:rPr>
        <w:t xml:space="preserve">, </w:t>
      </w:r>
      <w:r w:rsidR="00722458" w:rsidRPr="003A2047">
        <w:rPr>
          <w:lang w:val="en-GB"/>
        </w:rPr>
        <w:t xml:space="preserve">both for general and discipline- or domain-specific grants. </w:t>
      </w:r>
      <w:r w:rsidR="005F489B" w:rsidRPr="003A2047">
        <w:rPr>
          <w:lang w:val="en-GB"/>
        </w:rPr>
        <w:t>While t</w:t>
      </w:r>
      <w:r w:rsidR="00722458" w:rsidRPr="003A2047">
        <w:rPr>
          <w:lang w:val="en-GB"/>
        </w:rPr>
        <w:t>he call for external expert evaluators is open for the entire duration of the EOSC Future project,</w:t>
      </w:r>
      <w:r w:rsidR="005F489B" w:rsidRPr="003A2047">
        <w:rPr>
          <w:lang w:val="en-GB"/>
        </w:rPr>
        <w:t xml:space="preserve"> evaluators will be needed as soon as October 2021. Evaluators will be routinely selected from the pool of applicants based on their availability and the expertise required. Aside from a few exceptional cases, drafting an individual evaluation report will be compensated with a €150 fee (equivalent to 0.3 working days). </w:t>
      </w:r>
    </w:p>
    <w:p w14:paraId="65745B61" w14:textId="77777777" w:rsidR="005F489B" w:rsidRPr="003A2047" w:rsidRDefault="005F489B" w:rsidP="00CE1D3F">
      <w:pPr>
        <w:rPr>
          <w:lang w:val="en-GB"/>
        </w:rPr>
      </w:pPr>
    </w:p>
    <w:p w14:paraId="415AF2AA" w14:textId="52E040C0" w:rsidR="007121F4" w:rsidRPr="007121F4" w:rsidRDefault="005F489B" w:rsidP="00CE1D3F">
      <w:pPr>
        <w:rPr>
          <w:lang w:val="en-US"/>
        </w:rPr>
      </w:pPr>
      <w:r w:rsidRPr="003A2047">
        <w:rPr>
          <w:b/>
          <w:bCs/>
          <w:lang w:val="en-GB"/>
        </w:rPr>
        <w:t>Experts can submit their applications via the</w:t>
      </w:r>
      <w:r w:rsidR="00E705F3">
        <w:rPr>
          <w:b/>
          <w:bCs/>
          <w:lang w:val="en-GB"/>
        </w:rPr>
        <w:t xml:space="preserve"> dedicated</w:t>
      </w:r>
      <w:r w:rsidRPr="003A2047">
        <w:rPr>
          <w:b/>
          <w:bCs/>
          <w:lang w:val="en-GB"/>
        </w:rPr>
        <w:t xml:space="preserve"> </w:t>
      </w:r>
      <w:hyperlink r:id="rId11" w:history="1">
        <w:r w:rsidRPr="00011D4A">
          <w:rPr>
            <w:rStyle w:val="Hyperlink"/>
            <w:b/>
            <w:bCs/>
            <w:lang w:val="en-GB"/>
          </w:rPr>
          <w:t>EOSC Future Grants Platform</w:t>
        </w:r>
      </w:hyperlink>
      <w:r w:rsidR="007121F4">
        <w:rPr>
          <w:rStyle w:val="Hyperlink"/>
          <w:b/>
          <w:bCs/>
          <w:lang w:val="en-GB"/>
        </w:rPr>
        <w:t xml:space="preserve">, </w:t>
      </w:r>
      <w:r w:rsidR="007121F4" w:rsidRPr="007121F4">
        <w:t>which</w:t>
      </w:r>
      <w:r w:rsidR="007121F4" w:rsidRPr="007121F4">
        <w:rPr>
          <w:lang w:val="en-US"/>
        </w:rPr>
        <w:t xml:space="preserve"> will man</w:t>
      </w:r>
      <w:r w:rsidR="007121F4">
        <w:rPr>
          <w:lang w:val="en-US"/>
        </w:rPr>
        <w:t xml:space="preserve">age the grants application process for all calls under </w:t>
      </w:r>
      <w:hyperlink r:id="rId12" w:history="1">
        <w:r w:rsidR="007121F4" w:rsidRPr="00FA56BD">
          <w:rPr>
            <w:rStyle w:val="Hyperlink"/>
            <w:lang w:val="en-US"/>
          </w:rPr>
          <w:t>EOSC Future</w:t>
        </w:r>
      </w:hyperlink>
      <w:r w:rsidR="007121F4">
        <w:rPr>
          <w:lang w:val="en-US"/>
        </w:rPr>
        <w:t xml:space="preserve">’s €1.6 million grant fund. This includes </w:t>
      </w:r>
      <w:r w:rsidR="003655EF">
        <w:rPr>
          <w:lang w:val="en-US"/>
        </w:rPr>
        <w:t xml:space="preserve">the </w:t>
      </w:r>
      <w:r w:rsidR="007121F4" w:rsidRPr="003A2047">
        <w:rPr>
          <w:lang w:val="en-GB"/>
        </w:rPr>
        <w:t>€1</w:t>
      </w:r>
      <w:r w:rsidR="007121F4">
        <w:rPr>
          <w:lang w:val="en-GB"/>
        </w:rPr>
        <w:t> </w:t>
      </w:r>
      <w:r w:rsidR="007121F4" w:rsidRPr="003A2047">
        <w:rPr>
          <w:lang w:val="en-GB"/>
        </w:rPr>
        <w:t>000</w:t>
      </w:r>
      <w:r w:rsidR="007121F4">
        <w:rPr>
          <w:lang w:val="en-GB"/>
        </w:rPr>
        <w:t> </w:t>
      </w:r>
      <w:r w:rsidR="007121F4" w:rsidRPr="003A2047">
        <w:rPr>
          <w:lang w:val="en-GB"/>
        </w:rPr>
        <w:t xml:space="preserve">000 </w:t>
      </w:r>
      <w:r w:rsidR="007121F4">
        <w:rPr>
          <w:lang w:val="en-GB"/>
        </w:rPr>
        <w:t xml:space="preserve">in grants under the </w:t>
      </w:r>
      <w:hyperlink r:id="rId13" w:history="1">
        <w:r w:rsidR="007121F4" w:rsidRPr="00FA56BD">
          <w:rPr>
            <w:rStyle w:val="Hyperlink"/>
            <w:lang w:val="en-GB"/>
          </w:rPr>
          <w:t>RDA</w:t>
        </w:r>
      </w:hyperlink>
      <w:r w:rsidR="007121F4">
        <w:rPr>
          <w:lang w:val="en-GB"/>
        </w:rPr>
        <w:t xml:space="preserve"> Open Calls as well as another </w:t>
      </w:r>
      <w:r w:rsidR="007121F4" w:rsidRPr="003A2047">
        <w:rPr>
          <w:lang w:val="en-GB"/>
        </w:rPr>
        <w:t>€</w:t>
      </w:r>
      <w:r w:rsidR="007121F4">
        <w:rPr>
          <w:lang w:val="en-GB"/>
        </w:rPr>
        <w:t>6</w:t>
      </w:r>
      <w:r w:rsidR="007121F4" w:rsidRPr="003A2047">
        <w:rPr>
          <w:lang w:val="en-GB"/>
        </w:rPr>
        <w:t>00</w:t>
      </w:r>
      <w:r w:rsidR="007121F4">
        <w:rPr>
          <w:lang w:val="en-GB"/>
        </w:rPr>
        <w:t> </w:t>
      </w:r>
      <w:r w:rsidR="007121F4" w:rsidRPr="003A2047">
        <w:rPr>
          <w:lang w:val="en-GB"/>
        </w:rPr>
        <w:t>000</w:t>
      </w:r>
      <w:r w:rsidR="007121F4">
        <w:rPr>
          <w:lang w:val="en-GB"/>
        </w:rPr>
        <w:t xml:space="preserve"> </w:t>
      </w:r>
      <w:r w:rsidR="00FA56BD">
        <w:rPr>
          <w:lang w:val="en-GB"/>
        </w:rPr>
        <w:t xml:space="preserve">awarded through various </w:t>
      </w:r>
      <w:hyperlink r:id="rId14" w:history="1">
        <w:r w:rsidR="00FA56BD" w:rsidRPr="00FA56BD">
          <w:rPr>
            <w:rStyle w:val="Hyperlink"/>
            <w:lang w:val="en-GB"/>
          </w:rPr>
          <w:t>DIH</w:t>
        </w:r>
      </w:hyperlink>
      <w:r w:rsidR="00FA56BD">
        <w:rPr>
          <w:lang w:val="en-GB"/>
        </w:rPr>
        <w:t xml:space="preserve"> Calls.</w:t>
      </w:r>
    </w:p>
    <w:p w14:paraId="189415F7" w14:textId="36F48FFE" w:rsidR="005F489B" w:rsidRPr="003A2047" w:rsidRDefault="005F489B" w:rsidP="00CE1D3F">
      <w:pPr>
        <w:pBdr>
          <w:bottom w:val="single" w:sz="6" w:space="1" w:color="auto"/>
        </w:pBdr>
        <w:rPr>
          <w:lang w:val="en-GB"/>
        </w:rPr>
      </w:pPr>
    </w:p>
    <w:p w14:paraId="4240940A" w14:textId="412D8DC2" w:rsidR="0070606B" w:rsidRPr="003A2047" w:rsidRDefault="0070606B" w:rsidP="0070606B">
      <w:pPr>
        <w:pStyle w:val="Heading2"/>
        <w:numPr>
          <w:ilvl w:val="0"/>
          <w:numId w:val="0"/>
        </w:numPr>
        <w:rPr>
          <w:lang w:val="en-GB"/>
        </w:rPr>
      </w:pPr>
      <w:proofErr w:type="spellStart"/>
      <w:r w:rsidRPr="003A2047">
        <w:rPr>
          <w:lang w:val="en-GB"/>
        </w:rPr>
        <w:t>Newletter</w:t>
      </w:r>
      <w:proofErr w:type="spellEnd"/>
      <w:r w:rsidRPr="003A2047">
        <w:rPr>
          <w:lang w:val="en-GB"/>
        </w:rPr>
        <w:t xml:space="preserve"> item</w:t>
      </w:r>
    </w:p>
    <w:p w14:paraId="58CBB0D6" w14:textId="2E043D87" w:rsidR="0070606B" w:rsidRPr="003A2047" w:rsidRDefault="0070606B" w:rsidP="0070606B">
      <w:pPr>
        <w:pStyle w:val="BodyText"/>
        <w:rPr>
          <w:lang w:val="en-GB"/>
        </w:rPr>
      </w:pPr>
      <w:r w:rsidRPr="003A2047">
        <w:rPr>
          <w:lang w:val="en-GB"/>
        </w:rPr>
        <w:t xml:space="preserve">As </w:t>
      </w:r>
      <w:r w:rsidR="001C49D8">
        <w:rPr>
          <w:lang w:val="en-GB"/>
        </w:rPr>
        <w:t xml:space="preserve">a </w:t>
      </w:r>
      <w:r w:rsidRPr="003A2047">
        <w:rPr>
          <w:lang w:val="en-GB"/>
        </w:rPr>
        <w:t xml:space="preserve">part of the </w:t>
      </w:r>
      <w:hyperlink r:id="rId15" w:history="1">
        <w:r w:rsidRPr="003A2047">
          <w:rPr>
            <w:rStyle w:val="Hyperlink"/>
            <w:lang w:val="en-GB"/>
          </w:rPr>
          <w:t>EOSC Future</w:t>
        </w:r>
      </w:hyperlink>
      <w:r w:rsidRPr="003A2047">
        <w:rPr>
          <w:lang w:val="en-GB"/>
        </w:rPr>
        <w:t xml:space="preserve"> project, the Research Data Alliance (</w:t>
      </w:r>
      <w:hyperlink r:id="rId16" w:history="1">
        <w:r w:rsidRPr="003A2047">
          <w:rPr>
            <w:rStyle w:val="Hyperlink"/>
            <w:lang w:val="en-GB"/>
          </w:rPr>
          <w:t>RDA</w:t>
        </w:r>
      </w:hyperlink>
      <w:r w:rsidRPr="003A2047">
        <w:rPr>
          <w:lang w:val="en-GB"/>
        </w:rPr>
        <w:t>)</w:t>
      </w:r>
      <w:r w:rsidRPr="003A2047">
        <w:rPr>
          <w:i/>
          <w:iCs/>
          <w:lang w:val="en-GB"/>
        </w:rPr>
        <w:t xml:space="preserve"> </w:t>
      </w:r>
      <w:r w:rsidRPr="003A2047">
        <w:rPr>
          <w:lang w:val="en-GB"/>
        </w:rPr>
        <w:t>is looking for external expert evaluators who are familiar with the European Open Science Cloud (EOSC), other international open science</w:t>
      </w:r>
      <w:r w:rsidR="003A2047" w:rsidRPr="003A2047">
        <w:rPr>
          <w:lang w:val="en-GB"/>
        </w:rPr>
        <w:t xml:space="preserve">/data </w:t>
      </w:r>
      <w:r w:rsidRPr="003A2047">
        <w:rPr>
          <w:lang w:val="en-GB"/>
        </w:rPr>
        <w:t>initiatives or research commons.</w:t>
      </w:r>
    </w:p>
    <w:p w14:paraId="0CA05AB6" w14:textId="5B708756" w:rsidR="0070606B" w:rsidRPr="003A2047" w:rsidRDefault="0070606B" w:rsidP="0070606B">
      <w:pPr>
        <w:pStyle w:val="BodyText"/>
        <w:rPr>
          <w:b/>
          <w:bCs/>
          <w:lang w:val="en-GB"/>
        </w:rPr>
      </w:pPr>
      <w:r w:rsidRPr="003A2047">
        <w:rPr>
          <w:b/>
          <w:bCs/>
          <w:lang w:val="en-GB"/>
        </w:rPr>
        <w:t xml:space="preserve">Submit your application at </w:t>
      </w:r>
      <w:r w:rsidR="00011D4A">
        <w:rPr>
          <w:b/>
          <w:bCs/>
          <w:lang w:val="en-GB"/>
        </w:rPr>
        <w:t xml:space="preserve"> </w:t>
      </w:r>
      <w:r w:rsidR="00011D4A" w:rsidRPr="00011D4A">
        <w:rPr>
          <w:b/>
          <w:bCs/>
          <w:lang w:val="en-GB"/>
        </w:rPr>
        <w:t>eoscfuture-grants.eu/call-</w:t>
      </w:r>
      <w:proofErr w:type="spellStart"/>
      <w:r w:rsidR="00011D4A" w:rsidRPr="00011D4A">
        <w:rPr>
          <w:b/>
          <w:bCs/>
          <w:lang w:val="en-GB"/>
        </w:rPr>
        <w:t>rda</w:t>
      </w:r>
      <w:proofErr w:type="spellEnd"/>
      <w:r w:rsidR="00011D4A" w:rsidRPr="00011D4A">
        <w:rPr>
          <w:b/>
          <w:bCs/>
          <w:lang w:val="en-GB"/>
        </w:rPr>
        <w:t>-external-evaluators</w:t>
      </w:r>
    </w:p>
    <w:p w14:paraId="29C8A745" w14:textId="3DD30990" w:rsidR="005F489B" w:rsidRPr="003A2047" w:rsidRDefault="005F489B" w:rsidP="00CE1D3F">
      <w:pPr>
        <w:pBdr>
          <w:bottom w:val="single" w:sz="6" w:space="1" w:color="auto"/>
        </w:pBdr>
        <w:rPr>
          <w:lang w:val="en-GB"/>
        </w:rPr>
      </w:pPr>
    </w:p>
    <w:p w14:paraId="55E1773D" w14:textId="4AA39676" w:rsidR="00D46FC5" w:rsidRPr="003A2047" w:rsidRDefault="00D46FC5" w:rsidP="00D46FC5">
      <w:pPr>
        <w:pStyle w:val="Heading2"/>
        <w:numPr>
          <w:ilvl w:val="0"/>
          <w:numId w:val="0"/>
        </w:numPr>
        <w:rPr>
          <w:lang w:val="en-GB"/>
        </w:rPr>
      </w:pPr>
      <w:r w:rsidRPr="003A2047">
        <w:rPr>
          <w:lang w:val="en-GB"/>
        </w:rPr>
        <w:lastRenderedPageBreak/>
        <w:t>Ready-made social media posts</w:t>
      </w:r>
    </w:p>
    <w:p w14:paraId="7C80FC27" w14:textId="3B610D54" w:rsidR="00132F66" w:rsidRPr="00132F66" w:rsidRDefault="00132F66" w:rsidP="00132F66">
      <w:pPr>
        <w:pStyle w:val="Heading4"/>
        <w:numPr>
          <w:ilvl w:val="0"/>
          <w:numId w:val="0"/>
        </w:numPr>
        <w:rPr>
          <w:b/>
          <w:bCs/>
          <w:lang w:val="en-US"/>
        </w:rPr>
      </w:pPr>
      <w:r w:rsidRPr="00132F66">
        <w:rPr>
          <w:b/>
          <w:bCs/>
          <w:lang w:val="en-US"/>
        </w:rPr>
        <w:t>Twitter</w:t>
      </w:r>
    </w:p>
    <w:p w14:paraId="67FC6A97" w14:textId="24DC8069" w:rsidR="001A5F30" w:rsidRDefault="001A5F30" w:rsidP="001A5F30">
      <w:pPr>
        <w:pStyle w:val="BodyText"/>
        <w:jc w:val="left"/>
        <w:rPr>
          <w:lang w:val="en-GB"/>
        </w:rPr>
      </w:pPr>
      <w:r w:rsidRPr="001A5F30">
        <w:rPr>
          <w:rFonts w:ascii="Apple Color Emoji" w:hAnsi="Apple Color Emoji" w:cs="Apple Color Emoji"/>
          <w:lang w:val="en-US"/>
        </w:rPr>
        <w:t>📢</w:t>
      </w:r>
      <w:r w:rsidRPr="001A5F30">
        <w:rPr>
          <w:lang w:val="en-US"/>
        </w:rPr>
        <w:t xml:space="preserve"> </w:t>
      </w:r>
      <w:r>
        <w:rPr>
          <w:lang w:val="en-US"/>
        </w:rPr>
        <w:t xml:space="preserve">[OPEN CALL] The @EOSCFuture project is looking for expert evaluators for its </w:t>
      </w:r>
      <w:r w:rsidRPr="003A2047">
        <w:rPr>
          <w:lang w:val="en-GB"/>
        </w:rPr>
        <w:t>@resdatall Open Calls</w:t>
      </w:r>
      <w:r>
        <w:rPr>
          <w:lang w:val="en-GB"/>
        </w:rPr>
        <w:t>.</w:t>
      </w:r>
      <w:r w:rsidRPr="00BE6048">
        <w:rPr>
          <w:lang w:val="en-US"/>
        </w:rPr>
        <w:br/>
      </w:r>
      <w:r>
        <w:rPr>
          <w:lang w:val="en-US"/>
        </w:rPr>
        <w:t>Do you know what’s what in #ResearchData and do you have experience in the #evaluation of grant applications?</w:t>
      </w:r>
      <w:r w:rsidRPr="003A2047">
        <w:rPr>
          <w:lang w:val="en-GB"/>
        </w:rPr>
        <w:br/>
        <w:t xml:space="preserve">Apply now! </w:t>
      </w:r>
      <w:r w:rsidR="00011D4A">
        <w:rPr>
          <w:lang w:val="en-GB"/>
        </w:rPr>
        <w:t>https://eoscfuture-grants.eu/call-rda-external-evaluators</w:t>
      </w:r>
      <w:r w:rsidR="00132F66">
        <w:rPr>
          <w:lang w:val="en-GB"/>
        </w:rPr>
        <w:br/>
      </w:r>
      <w:r w:rsidR="00132F66">
        <w:rPr>
          <w:lang w:val="en-GB"/>
        </w:rPr>
        <w:br/>
        <w:t>---</w:t>
      </w:r>
      <w:r>
        <w:rPr>
          <w:lang w:val="en-GB"/>
        </w:rPr>
        <w:br/>
      </w:r>
      <w:r>
        <w:rPr>
          <w:lang w:val="en-GB"/>
        </w:rPr>
        <w:br/>
      </w:r>
      <w:r w:rsidRPr="003A2047">
        <w:rPr>
          <w:rFonts w:ascii="Apple Color Emoji" w:hAnsi="Apple Color Emoji" w:cs="Apple Color Emoji"/>
          <w:lang w:val="en-GB"/>
        </w:rPr>
        <w:t>📝</w:t>
      </w:r>
      <w:r w:rsidRPr="003A2047">
        <w:rPr>
          <w:lang w:val="en-GB"/>
        </w:rPr>
        <w:t>Experienced evaluator?</w:t>
      </w:r>
      <w:r w:rsidRPr="003A2047">
        <w:rPr>
          <w:lang w:val="en-GB"/>
        </w:rPr>
        <w:br/>
      </w:r>
      <w:r w:rsidRPr="003A2047">
        <w:rPr>
          <w:rFonts w:ascii="Apple Color Emoji" w:hAnsi="Apple Color Emoji" w:cs="Apple Color Emoji"/>
          <w:lang w:val="en-GB"/>
        </w:rPr>
        <w:t>🧠</w:t>
      </w:r>
      <w:r w:rsidRPr="003A2047">
        <w:rPr>
          <w:lang w:val="en-GB"/>
        </w:rPr>
        <w:t xml:space="preserve"> Knowledge of #OpenScience or #OpenData?</w:t>
      </w:r>
      <w:r>
        <w:rPr>
          <w:lang w:val="en-GB"/>
        </w:rPr>
        <w:br/>
      </w:r>
      <w:r>
        <w:rPr>
          <w:lang w:val="en-US"/>
        </w:rPr>
        <w:t>Apply to become an</w:t>
      </w:r>
      <w:r w:rsidRPr="003A2047">
        <w:rPr>
          <w:lang w:val="en-GB"/>
        </w:rPr>
        <w:t xml:space="preserve"> expert external evaluator</w:t>
      </w:r>
      <w:r>
        <w:rPr>
          <w:lang w:val="en-GB"/>
        </w:rPr>
        <w:t xml:space="preserve"> </w:t>
      </w:r>
      <w:r w:rsidRPr="003A2047">
        <w:rPr>
          <w:lang w:val="en-GB"/>
        </w:rPr>
        <w:t>for the @resdatall Open Calls</w:t>
      </w:r>
      <w:r>
        <w:rPr>
          <w:lang w:val="en-GB"/>
        </w:rPr>
        <w:t xml:space="preserve"> in the </w:t>
      </w:r>
      <w:r>
        <w:rPr>
          <w:lang w:val="en-US"/>
        </w:rPr>
        <w:t>@EOSCFuture project</w:t>
      </w:r>
      <w:r w:rsidR="00132F66">
        <w:rPr>
          <w:lang w:val="en-US"/>
        </w:rPr>
        <w:t>.</w:t>
      </w:r>
      <w:r w:rsidRPr="003A2047">
        <w:rPr>
          <w:lang w:val="en-GB"/>
        </w:rPr>
        <w:br/>
      </w:r>
      <w:r w:rsidR="00011D4A">
        <w:rPr>
          <w:lang w:val="en-GB"/>
        </w:rPr>
        <w:t>https://eoscfuture-grants.eu/call-rda-external-evaluators</w:t>
      </w:r>
    </w:p>
    <w:p w14:paraId="206F09E0" w14:textId="5509A7CB" w:rsidR="00132F66" w:rsidRPr="004A286C" w:rsidRDefault="00132F66" w:rsidP="00132F66">
      <w:pPr>
        <w:pStyle w:val="BodyText"/>
        <w:jc w:val="left"/>
        <w:rPr>
          <w:lang w:val="en-GB"/>
        </w:rPr>
      </w:pPr>
      <w:r>
        <w:rPr>
          <w:lang w:val="en-GB"/>
        </w:rPr>
        <w:t>---</w:t>
      </w:r>
      <w:r>
        <w:rPr>
          <w:lang w:val="en-GB"/>
        </w:rPr>
        <w:br/>
      </w:r>
      <w:r>
        <w:rPr>
          <w:lang w:val="en-GB"/>
        </w:rPr>
        <w:br/>
        <w:t>WANTED, EVALUATORS</w:t>
      </w:r>
      <w:r>
        <w:rPr>
          <w:lang w:val="en-GB"/>
        </w:rPr>
        <w:br/>
        <w:t>Do you know the ins and outs of:</w:t>
      </w:r>
      <w:r w:rsidR="004A286C">
        <w:rPr>
          <w:lang w:val="en-GB"/>
        </w:rPr>
        <w:br/>
      </w:r>
      <w:r w:rsidRPr="00BE6048">
        <w:rPr>
          <w:rFonts w:ascii="Apple Color Emoji" w:hAnsi="Apple Color Emoji" w:cs="Apple Color Emoji"/>
          <w:lang w:val="en-US"/>
        </w:rPr>
        <w:t>✅</w:t>
      </w:r>
      <w:r w:rsidRPr="00BE6048">
        <w:rPr>
          <w:lang w:val="en-US"/>
        </w:rPr>
        <w:t xml:space="preserve"> #Evaluation of grant applications </w:t>
      </w:r>
      <w:r w:rsidR="004A286C">
        <w:rPr>
          <w:lang w:val="en-US"/>
        </w:rPr>
        <w:br/>
      </w:r>
      <w:r w:rsidRPr="00BE6048">
        <w:rPr>
          <w:rFonts w:ascii="Apple Color Emoji" w:hAnsi="Apple Color Emoji" w:cs="Apple Color Emoji"/>
          <w:lang w:val="en-US"/>
        </w:rPr>
        <w:t>✅</w:t>
      </w:r>
      <w:r w:rsidRPr="00BE6048">
        <w:rPr>
          <w:lang w:val="en-US"/>
        </w:rPr>
        <w:t>#</w:t>
      </w:r>
      <w:proofErr w:type="spellStart"/>
      <w:r w:rsidRPr="00BE6048">
        <w:rPr>
          <w:lang w:val="en-US"/>
        </w:rPr>
        <w:t>ResearchData</w:t>
      </w:r>
      <w:proofErr w:type="spellEnd"/>
      <w:r w:rsidR="004A286C">
        <w:rPr>
          <w:lang w:val="en-US"/>
        </w:rPr>
        <w:br/>
      </w:r>
      <w:r w:rsidRPr="00BE6048">
        <w:rPr>
          <w:rFonts w:ascii="Apple Color Emoji" w:hAnsi="Apple Color Emoji" w:cs="Apple Color Emoji"/>
          <w:lang w:val="en-US"/>
        </w:rPr>
        <w:t>✅</w:t>
      </w:r>
      <w:r w:rsidRPr="00BE6048">
        <w:rPr>
          <w:lang w:val="en-US"/>
        </w:rPr>
        <w:t xml:space="preserve"> #OpenScience and #OpenResearch</w:t>
      </w:r>
      <w:r w:rsidR="004A286C">
        <w:rPr>
          <w:lang w:val="en-US"/>
        </w:rPr>
        <w:br/>
      </w:r>
      <w:r w:rsidRPr="00BE6048">
        <w:rPr>
          <w:rFonts w:ascii="Apple Color Emoji" w:hAnsi="Apple Color Emoji" w:cs="Apple Color Emoji"/>
          <w:lang w:val="en-US"/>
        </w:rPr>
        <w:t>✅</w:t>
      </w:r>
      <w:r w:rsidRPr="00BE6048">
        <w:rPr>
          <w:lang w:val="en-US"/>
        </w:rPr>
        <w:t xml:space="preserve"> #ResearchCommons</w:t>
      </w:r>
      <w:r w:rsidR="004A286C">
        <w:rPr>
          <w:lang w:val="en-GB"/>
        </w:rPr>
        <w:br/>
      </w:r>
      <w:r>
        <w:rPr>
          <w:lang w:val="en-US"/>
        </w:rPr>
        <w:t>Apply to become an</w:t>
      </w:r>
      <w:r w:rsidRPr="003A2047">
        <w:rPr>
          <w:lang w:val="en-GB"/>
        </w:rPr>
        <w:t xml:space="preserve"> expert external evaluator</w:t>
      </w:r>
      <w:r>
        <w:rPr>
          <w:lang w:val="en-GB"/>
        </w:rPr>
        <w:t xml:space="preserve"> </w:t>
      </w:r>
      <w:r w:rsidRPr="003A2047">
        <w:rPr>
          <w:lang w:val="en-GB"/>
        </w:rPr>
        <w:t>for the @resdatall Open Calls</w:t>
      </w:r>
      <w:r>
        <w:rPr>
          <w:lang w:val="en-GB"/>
        </w:rPr>
        <w:t xml:space="preserve"> in the </w:t>
      </w:r>
      <w:r>
        <w:rPr>
          <w:lang w:val="en-US"/>
        </w:rPr>
        <w:t>@EOSCFuture project.</w:t>
      </w:r>
      <w:r w:rsidRPr="00BE6048">
        <w:rPr>
          <w:lang w:val="en-US"/>
        </w:rPr>
        <w:t xml:space="preserve"> </w:t>
      </w:r>
      <w:r w:rsidR="00011D4A">
        <w:rPr>
          <w:lang w:val="en-US"/>
        </w:rPr>
        <w:t>https://eoscfuture-grants.eu/call-rda-external-evaluators</w:t>
      </w:r>
    </w:p>
    <w:p w14:paraId="718C899A" w14:textId="7604BADD" w:rsidR="001A5F30" w:rsidRPr="003A2047" w:rsidRDefault="00132F66" w:rsidP="001A5F30">
      <w:pPr>
        <w:pStyle w:val="BodyText"/>
        <w:jc w:val="left"/>
        <w:rPr>
          <w:lang w:val="en-GB"/>
        </w:rPr>
      </w:pPr>
      <w:r>
        <w:rPr>
          <w:lang w:val="en-GB"/>
        </w:rPr>
        <w:t>---</w:t>
      </w:r>
      <w:r w:rsidR="001A5F30">
        <w:rPr>
          <w:lang w:val="en-GB"/>
        </w:rPr>
        <w:br/>
      </w:r>
      <w:r w:rsidR="001A5F30">
        <w:rPr>
          <w:lang w:val="en-GB"/>
        </w:rPr>
        <w:br/>
      </w:r>
      <w:r w:rsidR="001A5F30">
        <w:rPr>
          <w:lang w:val="en-US"/>
        </w:rPr>
        <w:t xml:space="preserve">The @EOSCFuture project is looking for expert evaluators for its </w:t>
      </w:r>
      <w:r w:rsidR="001A5F30" w:rsidRPr="003A2047">
        <w:rPr>
          <w:lang w:val="en-GB"/>
        </w:rPr>
        <w:t>@resdatall Open Calls</w:t>
      </w:r>
      <w:r w:rsidR="001A5F30">
        <w:rPr>
          <w:lang w:val="en-GB"/>
        </w:rPr>
        <w:t xml:space="preserve"> for grants to</w:t>
      </w:r>
      <w:r w:rsidR="001A5F30" w:rsidRPr="00A92AFD">
        <w:rPr>
          <w:lang w:val="en-GB"/>
        </w:rPr>
        <w:t xml:space="preserve"> engage diverse stakeholders to contribute to EOSC</w:t>
      </w:r>
      <w:r w:rsidR="001A5F30">
        <w:rPr>
          <w:lang w:val="en-GB"/>
        </w:rPr>
        <w:t>.</w:t>
      </w:r>
      <w:r w:rsidR="001A5F30">
        <w:rPr>
          <w:lang w:val="en-GB"/>
        </w:rPr>
        <w:br/>
        <w:t>Apply now to be eligible for the first round of evaluations in October.</w:t>
      </w:r>
      <w:r w:rsidR="001A5F30">
        <w:rPr>
          <w:lang w:val="en-GB"/>
        </w:rPr>
        <w:br/>
      </w:r>
      <w:r w:rsidR="00011D4A">
        <w:rPr>
          <w:lang w:val="en-GB"/>
        </w:rPr>
        <w:t>https://eoscfuture-grants.eu/call-rda-external-evaluators</w:t>
      </w:r>
      <w:r w:rsidR="001A5F30">
        <w:rPr>
          <w:lang w:val="en-GB"/>
        </w:rPr>
        <w:br/>
        <w:t>#OpenData #OpenScience #Evaluation</w:t>
      </w:r>
    </w:p>
    <w:p w14:paraId="6A058A03" w14:textId="77777777" w:rsidR="001A5F30" w:rsidRPr="001A5F30" w:rsidRDefault="001A5F30" w:rsidP="001A5F30">
      <w:pPr>
        <w:pStyle w:val="BodyText"/>
        <w:rPr>
          <w:lang w:val="en-GB"/>
        </w:rPr>
      </w:pPr>
    </w:p>
    <w:p w14:paraId="6AEC762A" w14:textId="77777777" w:rsidR="00132F66" w:rsidRDefault="00132F66" w:rsidP="00132F66">
      <w:pPr>
        <w:pStyle w:val="Heading5"/>
        <w:numPr>
          <w:ilvl w:val="0"/>
          <w:numId w:val="0"/>
        </w:numPr>
        <w:rPr>
          <w:rStyle w:val="Heading4Char"/>
        </w:rPr>
      </w:pPr>
      <w:r w:rsidRPr="00A92AFD">
        <w:rPr>
          <w:rStyle w:val="Heading4Char"/>
        </w:rPr>
        <w:t>Organisations to tag in the image</w:t>
      </w:r>
    </w:p>
    <w:p w14:paraId="2C47B880" w14:textId="5E236FF5" w:rsidR="00132F66" w:rsidRDefault="00132F66" w:rsidP="00132F66">
      <w:pPr>
        <w:pStyle w:val="Heading5"/>
        <w:numPr>
          <w:ilvl w:val="0"/>
          <w:numId w:val="0"/>
        </w:numPr>
        <w:rPr>
          <w:lang w:val="en-US"/>
        </w:rPr>
        <w:sectPr w:rsidR="00132F66" w:rsidSect="001A5F30">
          <w:headerReference w:type="default" r:id="rId17"/>
          <w:footerReference w:type="even" r:id="rId18"/>
          <w:footerReference w:type="default" r:id="rId19"/>
          <w:footerReference w:type="first" r:id="rId20"/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567DC98F" w14:textId="77777777" w:rsidR="00132F66" w:rsidRPr="00D84A70" w:rsidRDefault="00132F66" w:rsidP="00132F66">
      <w:pPr>
        <w:pStyle w:val="BodyText"/>
        <w:jc w:val="left"/>
        <w:rPr>
          <w:lang w:val="en-US"/>
        </w:rPr>
      </w:pPr>
      <w:r w:rsidRPr="00D84A70">
        <w:rPr>
          <w:color w:val="08C8E9" w:themeColor="accent2"/>
          <w:lang w:val="en-US"/>
        </w:rPr>
        <w:t>Main ec</w:t>
      </w:r>
      <w:r>
        <w:rPr>
          <w:color w:val="08C8E9" w:themeColor="accent2"/>
          <w:lang w:val="en-US"/>
        </w:rPr>
        <w:t>osystem</w:t>
      </w:r>
    </w:p>
    <w:p w14:paraId="5795E813" w14:textId="7F80546E" w:rsidR="00132F66" w:rsidRDefault="00132F66" w:rsidP="00132F66">
      <w:pPr>
        <w:sectPr w:rsidR="00132F66" w:rsidSect="00132F66">
          <w:type w:val="continuous"/>
          <w:pgSz w:w="11900" w:h="16840"/>
          <w:pgMar w:top="1440" w:right="1440" w:bottom="1440" w:left="1440" w:header="708" w:footer="708" w:gutter="0"/>
          <w:cols w:num="3" w:space="709"/>
          <w:docGrid w:linePitch="360"/>
        </w:sectPr>
      </w:pPr>
      <w:r w:rsidRPr="00A92AFD">
        <w:rPr>
          <w:lang w:val="en-GB"/>
        </w:rPr>
        <w:t>@EoscSecretariat</w:t>
      </w:r>
      <w:r>
        <w:rPr>
          <w:lang w:val="en-GB"/>
        </w:rPr>
        <w:br/>
        <w:t>@EOSCPortal</w:t>
      </w:r>
      <w:r>
        <w:rPr>
          <w:lang w:val="en-GB"/>
        </w:rPr>
        <w:br/>
      </w:r>
      <w:r w:rsidRPr="00566BFB">
        <w:rPr>
          <w:lang w:val="en-GB"/>
        </w:rPr>
        <w:t>@EOSC_DIH</w:t>
      </w:r>
      <w:r>
        <w:rPr>
          <w:lang w:val="en-GB"/>
        </w:rPr>
        <w:br/>
      </w:r>
      <w:r w:rsidRPr="00566BFB">
        <w:t>@EOSC_eu</w:t>
      </w:r>
      <w:r>
        <w:br/>
      </w:r>
      <w:r w:rsidRPr="00566BFB">
        <w:t>@EOSC_synergy</w:t>
      </w:r>
      <w:r>
        <w:br/>
      </w:r>
      <w:r w:rsidRPr="00566BFB">
        <w:t>@Panosc_eu</w:t>
      </w:r>
      <w:r w:rsidRPr="00566BFB">
        <w:br/>
        <w:t>@EoscLife</w:t>
      </w:r>
      <w:r w:rsidRPr="00566BFB">
        <w:br/>
        <w:t>@ENVRIcomm</w:t>
      </w:r>
      <w:r>
        <w:br/>
      </w:r>
      <w:r w:rsidRPr="00566BFB">
        <w:t>@SSHOpenCloud</w:t>
      </w:r>
      <w:r>
        <w:br/>
      </w:r>
      <w:r w:rsidRPr="00566BFB">
        <w:t>@ESCAPE_EU</w:t>
      </w:r>
      <w:r w:rsidRPr="00566BFB">
        <w:br/>
        <w:t>@EOSC_Nordic</w:t>
      </w:r>
      <w:r w:rsidRPr="00566BFB">
        <w:br/>
        <w:t>@DICEosc</w:t>
      </w:r>
      <w:r>
        <w:br/>
      </w:r>
      <w:r w:rsidRPr="00566BFB">
        <w:t>@OCREproject</w:t>
      </w:r>
      <w:r w:rsidRPr="00566BFB">
        <w:br/>
        <w:t>@Cos4Cloud</w:t>
      </w:r>
      <w:r>
        <w:br/>
      </w:r>
      <w:r w:rsidRPr="00566BFB">
        <w:t>@Neanias_eu</w:t>
      </w:r>
      <w:r>
        <w:br/>
      </w:r>
      <w:r w:rsidRPr="00D84A70">
        <w:t>@ExPaNDs_EU</w:t>
      </w:r>
      <w:r w:rsidRPr="00D84A70">
        <w:br/>
      </w:r>
      <w:r w:rsidRPr="00D84A70">
        <w:t>@LavitranoML</w:t>
      </w:r>
      <w:r w:rsidRPr="00D84A70">
        <w:br/>
      </w:r>
      <w:r>
        <w:br/>
      </w:r>
      <w:r w:rsidRPr="00D84A70">
        <w:rPr>
          <w:color w:val="08C8E9" w:themeColor="accent2"/>
        </w:rPr>
        <w:t>Consortium</w:t>
      </w:r>
      <w:r w:rsidRPr="00D84A70">
        <w:br/>
        <w:t>@athenaRICinfo</w:t>
      </w:r>
      <w:r w:rsidRPr="00D84A70">
        <w:br/>
        <w:t>@AGH_Krakow</w:t>
      </w:r>
      <w:r w:rsidRPr="00D84A70">
        <w:br/>
        <w:t>@TechnopolisGrp</w:t>
      </w:r>
      <w:r w:rsidRPr="00D84A70">
        <w:br/>
        <w:t>@BBMRIERIC</w:t>
      </w:r>
      <w:r w:rsidRPr="00D84A70">
        <w:br/>
        <w:t>@CNRS</w:t>
      </w:r>
      <w:r w:rsidRPr="00D84A70">
        <w:br/>
        <w:t>@CESSDA_Data</w:t>
      </w:r>
      <w:r w:rsidRPr="00D84A70">
        <w:br/>
        <w:t>@CLARINERIC</w:t>
      </w:r>
      <w:r w:rsidRPr="00D84A70">
        <w:br/>
        <w:t>@DARIAHeu</w:t>
      </w:r>
      <w:r w:rsidRPr="00D84A70">
        <w:br/>
        <w:t>@EatrisEric</w:t>
      </w:r>
      <w:r w:rsidRPr="00D84A70">
        <w:br/>
      </w:r>
      <w:r w:rsidRPr="00D84A70">
        <w:rPr>
          <w:szCs w:val="16"/>
        </w:rPr>
        <w:t>@Eudat_eu</w:t>
      </w:r>
      <w:r w:rsidRPr="00D84A70">
        <w:rPr>
          <w:szCs w:val="16"/>
        </w:rPr>
        <w:br/>
      </w:r>
      <w:r w:rsidRPr="00FA77BD">
        <w:rPr>
          <w:szCs w:val="16"/>
        </w:rPr>
        <w:t>@embl</w:t>
      </w:r>
      <w:r>
        <w:rPr>
          <w:szCs w:val="16"/>
        </w:rPr>
        <w:br/>
      </w:r>
      <w:r w:rsidRPr="00FA77BD">
        <w:rPr>
          <w:szCs w:val="16"/>
        </w:rPr>
        <w:t>@CERN</w:t>
      </w:r>
      <w:r>
        <w:rPr>
          <w:szCs w:val="16"/>
        </w:rPr>
        <w:br/>
      </w:r>
      <w:r w:rsidRPr="00D84A70">
        <w:rPr>
          <w:szCs w:val="16"/>
        </w:rPr>
        <w:t>@EPOSeu</w:t>
      </w:r>
      <w:r>
        <w:br/>
      </w:r>
      <w:r w:rsidRPr="00D84A70">
        <w:t>@esrfsynchrotron</w:t>
      </w:r>
      <w:r>
        <w:br/>
      </w:r>
      <w:r w:rsidRPr="00D84A70">
        <w:t>@lifewatcheric</w:t>
      </w:r>
      <w:r>
        <w:br/>
      </w:r>
      <w:r w:rsidRPr="00D84A70">
        <w:t>@FAU_Germany</w:t>
      </w:r>
      <w:r>
        <w:br/>
      </w:r>
      <w:r w:rsidRPr="00D84A70">
        <w:t>@GEANTnews</w:t>
      </w:r>
      <w:r>
        <w:br/>
      </w:r>
      <w:r w:rsidRPr="00D84A70">
        <w:t>@uniGoettingen</w:t>
      </w:r>
      <w:r>
        <w:br/>
      </w:r>
      <w:r w:rsidRPr="00D84A70">
        <w:t>@ILLGrenoble</w:t>
      </w:r>
      <w:r>
        <w:br/>
      </w:r>
      <w:r w:rsidRPr="00D84A70">
        <w:t>@icos_ri</w:t>
      </w:r>
      <w:r>
        <w:br/>
      </w:r>
      <w:r w:rsidRPr="00D84A70">
        <w:t>@INFN_</w:t>
      </w:r>
      <w:r>
        <w:br/>
      </w:r>
      <w:r w:rsidRPr="00D84A70">
        <w:t>@KITKarlsruhe</w:t>
      </w:r>
      <w:r>
        <w:br/>
      </w:r>
      <w:r w:rsidRPr="00D84A70">
        <w:t>@eurofleets</w:t>
      </w:r>
      <w:r>
        <w:br/>
      </w:r>
      <w:r w:rsidRPr="00D84A70">
        <w:t>@grnet_gr</w:t>
      </w:r>
      <w:r>
        <w:br/>
      </w:r>
      <w:r w:rsidRPr="00D84A70">
        <w:t>@OpenAIRE_eu</w:t>
      </w:r>
      <w:r>
        <w:br/>
      </w:r>
      <w:r w:rsidRPr="00D84A70">
        <w:t>@psich_en</w:t>
      </w:r>
      <w:r>
        <w:br/>
      </w:r>
      <w:r w:rsidRPr="00D84A70">
        <w:t>@resdatall</w:t>
      </w:r>
      <w:r>
        <w:br/>
      </w:r>
      <w:r w:rsidRPr="00D84A70">
        <w:t>@scuolanormale</w:t>
      </w:r>
      <w:r>
        <w:br/>
      </w:r>
      <w:r w:rsidRPr="00D84A70">
        <w:t>@egi_einfra</w:t>
      </w:r>
      <w:r>
        <w:br/>
      </w:r>
      <w:r w:rsidRPr="00D84A70">
        <w:t>@desy</w:t>
      </w:r>
      <w:r>
        <w:br/>
      </w:r>
      <w:r w:rsidRPr="00D84A70">
        <w:t>@TrustITServices</w:t>
      </w:r>
      <w:r>
        <w:br/>
      </w:r>
      <w:r w:rsidRPr="00D84A70">
        <w:t>@UvA_Amsterdam</w:t>
      </w:r>
      <w:r>
        <w:br/>
      </w:r>
      <w:r w:rsidRPr="00D84A70">
        <w:t>@opennodecloud</w:t>
      </w:r>
    </w:p>
    <w:p w14:paraId="01795AF1" w14:textId="77777777" w:rsidR="00033C04" w:rsidRDefault="00460C8F" w:rsidP="00460C8F">
      <w:pPr>
        <w:pStyle w:val="Heading4"/>
        <w:numPr>
          <w:ilvl w:val="0"/>
          <w:numId w:val="0"/>
        </w:numPr>
        <w:rPr>
          <w:rStyle w:val="BodyTextChar"/>
          <w:color w:val="auto"/>
          <w:lang w:val="en-US"/>
        </w:rPr>
      </w:pPr>
      <w:r w:rsidRPr="00132F66">
        <w:rPr>
          <w:b/>
          <w:bCs/>
          <w:lang w:val="en-US"/>
        </w:rPr>
        <w:lastRenderedPageBreak/>
        <w:t>LinkedIn</w:t>
      </w:r>
      <w:r w:rsidRPr="00132F66">
        <w:rPr>
          <w:b/>
          <w:bCs/>
          <w:lang w:val="en-US"/>
        </w:rPr>
        <w:br/>
      </w:r>
      <w:r>
        <w:rPr>
          <w:rStyle w:val="BodyTextChar"/>
          <w:color w:val="auto"/>
          <w:lang w:val="en-US"/>
        </w:rPr>
        <w:t>[CALL FOR EVALUATORS]</w:t>
      </w:r>
    </w:p>
    <w:p w14:paraId="73F650BC" w14:textId="7FBC9A53" w:rsidR="00460C8F" w:rsidRDefault="00460C8F" w:rsidP="00460C8F">
      <w:pPr>
        <w:pStyle w:val="Heading4"/>
        <w:numPr>
          <w:ilvl w:val="0"/>
          <w:numId w:val="0"/>
        </w:numPr>
        <w:rPr>
          <w:rStyle w:val="BodyTextChar"/>
          <w:color w:val="auto"/>
          <w:lang w:val="en-US"/>
        </w:rPr>
      </w:pPr>
      <w:r w:rsidRPr="00132F66">
        <w:rPr>
          <w:rStyle w:val="BodyTextChar"/>
          <w:color w:val="auto"/>
          <w:lang w:val="en-US"/>
        </w:rPr>
        <w:t xml:space="preserve">EOSC Future is going into high gear with the launch of its call for external evaluators by the Research Data Alliance (RDA). </w:t>
      </w:r>
    </w:p>
    <w:p w14:paraId="4B843694" w14:textId="405C7D28" w:rsidR="00460C8F" w:rsidRDefault="00460C8F" w:rsidP="00460C8F">
      <w:pPr>
        <w:pStyle w:val="BodyText"/>
        <w:rPr>
          <w:lang w:val="en-GB"/>
        </w:rPr>
      </w:pPr>
      <w:r>
        <w:rPr>
          <w:lang w:val="en-US"/>
        </w:rPr>
        <w:t>Do you know the ins and outs of grant application #evaluation, #researchdata and #openscience?</w:t>
      </w:r>
      <w:r>
        <w:rPr>
          <w:lang w:val="en-US"/>
        </w:rPr>
        <w:br/>
      </w:r>
      <w:r>
        <w:rPr>
          <w:lang w:val="en-GB"/>
        </w:rPr>
        <w:t>Apply</w:t>
      </w:r>
      <w:r w:rsidRPr="00132F66">
        <w:rPr>
          <w:lang w:val="en-GB"/>
        </w:rPr>
        <w:t xml:space="preserve"> via</w:t>
      </w:r>
      <w:r>
        <w:rPr>
          <w:lang w:val="en-GB"/>
        </w:rPr>
        <w:t xml:space="preserve"> the EOSC Future Grants Platform</w:t>
      </w:r>
      <w:r w:rsidRPr="00132F66">
        <w:rPr>
          <w:lang w:val="en-GB"/>
        </w:rPr>
        <w:t xml:space="preserve"> </w:t>
      </w:r>
      <w:r w:rsidR="00011D4A">
        <w:rPr>
          <w:lang w:val="en-GB"/>
        </w:rPr>
        <w:t>https://eoscfuture-grants.eu/call-rda-external-evaluators</w:t>
      </w:r>
    </w:p>
    <w:p w14:paraId="2A2EB664" w14:textId="77777777" w:rsidR="00460C8F" w:rsidRPr="00132F66" w:rsidRDefault="00460C8F" w:rsidP="00460C8F">
      <w:pPr>
        <w:pStyle w:val="BodyText"/>
        <w:rPr>
          <w:lang w:val="en-GB"/>
        </w:rPr>
      </w:pPr>
      <w:r>
        <w:rPr>
          <w:lang w:val="en-GB"/>
        </w:rPr>
        <w:t>---</w:t>
      </w:r>
    </w:p>
    <w:p w14:paraId="5D17E003" w14:textId="31806F61" w:rsidR="00460C8F" w:rsidRDefault="00460C8F" w:rsidP="00460C8F">
      <w:pPr>
        <w:pStyle w:val="BodyText"/>
        <w:rPr>
          <w:lang w:val="en-GB"/>
        </w:rPr>
      </w:pPr>
      <w:r>
        <w:rPr>
          <w:lang w:val="en-GB"/>
        </w:rPr>
        <w:t>The EOSC Future project is looking</w:t>
      </w:r>
      <w:r w:rsidRPr="003A2047">
        <w:rPr>
          <w:lang w:val="en-GB"/>
        </w:rPr>
        <w:t xml:space="preserve"> for external expert evaluators to support the decision-making process for awarding the RDA Open Call grant</w:t>
      </w:r>
      <w:r>
        <w:rPr>
          <w:lang w:val="en-GB"/>
        </w:rPr>
        <w:t xml:space="preserve">s </w:t>
      </w:r>
      <w:r w:rsidR="0015586D">
        <w:rPr>
          <w:lang w:val="en-GB"/>
        </w:rPr>
        <w:t>in</w:t>
      </w:r>
      <w:r>
        <w:rPr>
          <w:lang w:val="en-GB"/>
        </w:rPr>
        <w:t xml:space="preserve"> the EOSC Future project</w:t>
      </w:r>
    </w:p>
    <w:p w14:paraId="77F9AA14" w14:textId="039924CC" w:rsidR="00460C8F" w:rsidRDefault="00460C8F" w:rsidP="00460C8F">
      <w:pPr>
        <w:pStyle w:val="BodyText"/>
        <w:rPr>
          <w:lang w:val="en-GB"/>
        </w:rPr>
      </w:pPr>
      <w:r w:rsidRPr="00460C8F">
        <w:rPr>
          <w:rFonts w:ascii="Apple Color Emoji" w:hAnsi="Apple Color Emoji" w:cs="Apple Color Emoji"/>
          <w:lang w:val="en-US"/>
        </w:rPr>
        <w:t>🏃‍♀️</w:t>
      </w:r>
      <w:r>
        <w:rPr>
          <w:rFonts w:ascii="Apple Color Emoji" w:hAnsi="Apple Color Emoji" w:cs="Apple Color Emoji"/>
          <w:lang w:val="en-US"/>
        </w:rPr>
        <w:t xml:space="preserve"> </w:t>
      </w:r>
      <w:r>
        <w:rPr>
          <w:lang w:val="en-GB"/>
        </w:rPr>
        <w:t>Apply quick to be eligible for the first round of evaluations in October</w:t>
      </w:r>
    </w:p>
    <w:p w14:paraId="3FFEBD0C" w14:textId="51E4BFEE" w:rsidR="00460C8F" w:rsidRDefault="00460C8F" w:rsidP="00460C8F">
      <w:pPr>
        <w:pStyle w:val="BodyText"/>
        <w:rPr>
          <w:lang w:val="en-GB"/>
        </w:rPr>
      </w:pPr>
      <w:r w:rsidRPr="00460C8F">
        <w:rPr>
          <w:rFonts w:ascii="Apple Color Emoji" w:hAnsi="Apple Color Emoji" w:cs="Apple Color Emoji"/>
          <w:lang w:val="en-US"/>
        </w:rPr>
        <w:t>👉</w:t>
      </w:r>
      <w:r>
        <w:rPr>
          <w:rFonts w:ascii="Apple Color Emoji" w:hAnsi="Apple Color Emoji" w:cs="Apple Color Emoji"/>
          <w:lang w:val="en-US"/>
        </w:rPr>
        <w:t xml:space="preserve"> </w:t>
      </w:r>
      <w:r w:rsidRPr="00132F66">
        <w:rPr>
          <w:lang w:val="en-GB"/>
        </w:rPr>
        <w:t>Info and application via</w:t>
      </w:r>
      <w:r>
        <w:rPr>
          <w:lang w:val="en-GB"/>
        </w:rPr>
        <w:t xml:space="preserve"> the EOSC Future Grants Platform</w:t>
      </w:r>
      <w:r w:rsidRPr="00132F66">
        <w:rPr>
          <w:lang w:val="en-GB"/>
        </w:rPr>
        <w:t xml:space="preserve"> </w:t>
      </w:r>
      <w:r w:rsidR="00011D4A">
        <w:rPr>
          <w:lang w:val="en-GB"/>
        </w:rPr>
        <w:t>https://eoscfuture-grants.eu/call-rda-external-evaluators</w:t>
      </w:r>
    </w:p>
    <w:p w14:paraId="2AA751E6" w14:textId="77777777" w:rsidR="00460C8F" w:rsidRDefault="00460C8F" w:rsidP="00460C8F">
      <w:pPr>
        <w:pStyle w:val="BodyText"/>
        <w:rPr>
          <w:lang w:val="en-GB"/>
        </w:rPr>
      </w:pPr>
      <w:r>
        <w:rPr>
          <w:lang w:val="en-GB"/>
        </w:rPr>
        <w:t>---</w:t>
      </w:r>
    </w:p>
    <w:p w14:paraId="6FFDA48A" w14:textId="50672F1A" w:rsidR="00460C8F" w:rsidRPr="00460C8F" w:rsidRDefault="00460C8F" w:rsidP="00460C8F">
      <w:pPr>
        <w:pStyle w:val="BodyText"/>
        <w:rPr>
          <w:lang w:val="en-GB"/>
        </w:rPr>
      </w:pPr>
      <w:r w:rsidRPr="00460C8F">
        <w:rPr>
          <w:lang w:val="en-GB"/>
        </w:rPr>
        <w:t>For</w:t>
      </w:r>
      <w:r>
        <w:rPr>
          <w:lang w:val="en-GB"/>
        </w:rPr>
        <w:t xml:space="preserve"> its </w:t>
      </w:r>
      <w:r>
        <w:rPr>
          <w:rStyle w:val="BodyTextChar"/>
          <w:lang w:val="en-US"/>
        </w:rPr>
        <w:t xml:space="preserve">RDA Open Calls, the </w:t>
      </w:r>
      <w:r w:rsidRPr="00132F66">
        <w:rPr>
          <w:rStyle w:val="BodyTextChar"/>
          <w:lang w:val="en-US"/>
        </w:rPr>
        <w:t>EOSC Future</w:t>
      </w:r>
      <w:r>
        <w:rPr>
          <w:rStyle w:val="BodyTextChar"/>
          <w:lang w:val="en-US"/>
        </w:rPr>
        <w:t xml:space="preserve"> project is looking for experts with</w:t>
      </w:r>
    </w:p>
    <w:p w14:paraId="709E46FA" w14:textId="25BC77BA" w:rsidR="00460C8F" w:rsidRDefault="00460C8F" w:rsidP="00460C8F">
      <w:pPr>
        <w:pStyle w:val="BodyText"/>
        <w:jc w:val="left"/>
        <w:rPr>
          <w:lang w:val="en-GB"/>
        </w:rPr>
      </w:pPr>
      <w:r>
        <w:rPr>
          <w:lang w:val="en-GB"/>
        </w:rPr>
        <w:t xml:space="preserve">- </w:t>
      </w:r>
      <w:r w:rsidRPr="003A2047">
        <w:rPr>
          <w:lang w:val="en-GB"/>
        </w:rPr>
        <w:t xml:space="preserve">Experience </w:t>
      </w:r>
      <w:r>
        <w:rPr>
          <w:lang w:val="en-GB"/>
        </w:rPr>
        <w:t>in #evaluation of grant applications</w:t>
      </w:r>
      <w:r>
        <w:rPr>
          <w:lang w:val="en-GB"/>
        </w:rPr>
        <w:br/>
        <w:t xml:space="preserve">- </w:t>
      </w:r>
      <w:r w:rsidRPr="003A2047">
        <w:rPr>
          <w:lang w:val="en-GB"/>
        </w:rPr>
        <w:t>Knowledge of #OpenScience or #OpenData?</w:t>
      </w:r>
    </w:p>
    <w:p w14:paraId="0315E6FA" w14:textId="619EFC18" w:rsidR="00460C8F" w:rsidRPr="00132F66" w:rsidRDefault="00460C8F" w:rsidP="00460C8F">
      <w:pPr>
        <w:pStyle w:val="BodyText"/>
        <w:jc w:val="left"/>
        <w:rPr>
          <w:lang w:val="en-US"/>
        </w:rPr>
      </w:pPr>
      <w:r>
        <w:rPr>
          <w:lang w:val="en-US"/>
        </w:rPr>
        <w:t>Apply to become an expert external evaluator for</w:t>
      </w:r>
      <w:r w:rsidRPr="00460C8F">
        <w:rPr>
          <w:rStyle w:val="BodyTextChar"/>
          <w:lang w:val="en-US"/>
        </w:rPr>
        <w:t xml:space="preserve"> </w:t>
      </w:r>
      <w:r>
        <w:rPr>
          <w:rStyle w:val="BodyTextChar"/>
          <w:lang w:val="en-US"/>
        </w:rPr>
        <w:t xml:space="preserve">a </w:t>
      </w:r>
      <w:r w:rsidRPr="00132F66">
        <w:rPr>
          <w:rStyle w:val="BodyTextChar"/>
          <w:lang w:val="en-US"/>
        </w:rPr>
        <w:t>series of diverse grants</w:t>
      </w:r>
      <w:r>
        <w:rPr>
          <w:rStyle w:val="BodyTextChar"/>
          <w:lang w:val="en-US"/>
        </w:rPr>
        <w:t xml:space="preserve"> that will be awarded from now until October 2023. </w:t>
      </w:r>
      <w:r>
        <w:rPr>
          <w:rStyle w:val="BodyTextChar"/>
          <w:lang w:val="en-US"/>
        </w:rPr>
        <w:br/>
      </w:r>
      <w:r w:rsidR="00011D4A">
        <w:rPr>
          <w:lang w:val="en-GB"/>
        </w:rPr>
        <w:t>https://eoscfuture-grants.eu/call-rda-external-evaluators</w:t>
      </w:r>
    </w:p>
    <w:p w14:paraId="56FA281B" w14:textId="7A4AA590" w:rsidR="00D46FC5" w:rsidRPr="00132F66" w:rsidRDefault="00D46FC5" w:rsidP="00132F66"/>
    <w:p w14:paraId="2482489D" w14:textId="77777777" w:rsidR="00D46FC5" w:rsidRPr="003A2047" w:rsidRDefault="00D46FC5" w:rsidP="00CE1D3F">
      <w:pPr>
        <w:rPr>
          <w:lang w:val="en-GB"/>
        </w:rPr>
      </w:pPr>
    </w:p>
    <w:sectPr w:rsidR="00D46FC5" w:rsidRPr="003A2047" w:rsidSect="00D84A70">
      <w:type w:val="continuous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5CA12" w14:textId="77777777" w:rsidR="00F8588E" w:rsidRDefault="00F8588E" w:rsidP="00334A40">
      <w:r>
        <w:separator/>
      </w:r>
    </w:p>
  </w:endnote>
  <w:endnote w:type="continuationSeparator" w:id="0">
    <w:p w14:paraId="445CE36C" w14:textId="77777777" w:rsidR="00F8588E" w:rsidRDefault="00F8588E" w:rsidP="00334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Light">
    <w:altName w:val="﷽﷽﷽﷽﷽﷽﷽﷽ight"/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917550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44E235" w14:textId="77777777" w:rsidR="00132F66" w:rsidRDefault="00132F66" w:rsidP="007D0D3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A6F5F4" w14:textId="77777777" w:rsidR="00132F66" w:rsidRDefault="00132F66" w:rsidP="00D469B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0156148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BCC361D" w14:textId="77777777" w:rsidR="00132F66" w:rsidRDefault="00132F66" w:rsidP="007D0D3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444F2B2" w14:textId="77777777" w:rsidR="00132F66" w:rsidRDefault="00132F66" w:rsidP="00D469B6">
    <w:pPr>
      <w:pStyle w:val="Footer"/>
      <w:ind w:right="360"/>
    </w:pPr>
    <w:r w:rsidRPr="00D469B6">
      <w:rPr>
        <w:noProof/>
      </w:rPr>
      <w:drawing>
        <wp:anchor distT="0" distB="0" distL="114300" distR="114300" simplePos="0" relativeHeight="251693056" behindDoc="1" locked="0" layoutInCell="1" allowOverlap="1" wp14:anchorId="4E761B4A" wp14:editId="2401C2DF">
          <wp:simplePos x="0" y="0"/>
          <wp:positionH relativeFrom="column">
            <wp:posOffset>5161966</wp:posOffset>
          </wp:positionH>
          <wp:positionV relativeFrom="paragraph">
            <wp:posOffset>-373213</wp:posOffset>
          </wp:positionV>
          <wp:extent cx="1409700" cy="1194435"/>
          <wp:effectExtent l="0" t="0" r="0" b="88265"/>
          <wp:wrapNone/>
          <wp:docPr id="35" name="Picture 35" descr="Shape, polyg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 descr="Shape, polyg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457948">
                    <a:off x="0" y="0"/>
                    <a:ext cx="1409700" cy="1194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color w:val="0C2AD5" w:themeColor="accent1"/>
      </w:rPr>
      <w:id w:val="97179271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4F5A0B" w14:textId="77777777" w:rsidR="00132F66" w:rsidRPr="00D731CC" w:rsidRDefault="00132F66" w:rsidP="004D7AB1">
        <w:pPr>
          <w:pStyle w:val="Footer"/>
          <w:framePr w:wrap="none" w:vAnchor="text" w:hAnchor="margin" w:xAlign="right" w:y="1"/>
          <w:rPr>
            <w:rStyle w:val="PageNumber"/>
            <w:color w:val="0C2AD5" w:themeColor="accent1"/>
          </w:rPr>
        </w:pPr>
        <w:r w:rsidRPr="00D731CC">
          <w:rPr>
            <w:rStyle w:val="PageNumber"/>
            <w:color w:val="0C2AD5" w:themeColor="accent1"/>
          </w:rPr>
          <w:fldChar w:fldCharType="begin"/>
        </w:r>
        <w:r w:rsidRPr="00D731CC">
          <w:rPr>
            <w:rStyle w:val="PageNumber"/>
            <w:color w:val="0C2AD5" w:themeColor="accent1"/>
          </w:rPr>
          <w:instrText xml:space="preserve"> PAGE </w:instrText>
        </w:r>
        <w:r w:rsidRPr="00D731CC">
          <w:rPr>
            <w:rStyle w:val="PageNumber"/>
            <w:color w:val="0C2AD5" w:themeColor="accent1"/>
          </w:rPr>
          <w:fldChar w:fldCharType="separate"/>
        </w:r>
        <w:r w:rsidRPr="00D731CC">
          <w:rPr>
            <w:rStyle w:val="PageNumber"/>
            <w:noProof/>
            <w:color w:val="0C2AD5" w:themeColor="accent1"/>
          </w:rPr>
          <w:t>1</w:t>
        </w:r>
        <w:r w:rsidRPr="00D731CC">
          <w:rPr>
            <w:rStyle w:val="PageNumber"/>
            <w:color w:val="0C2AD5" w:themeColor="accent1"/>
          </w:rPr>
          <w:fldChar w:fldCharType="end"/>
        </w:r>
      </w:p>
    </w:sdtContent>
  </w:sdt>
  <w:p w14:paraId="123E343C" w14:textId="77777777" w:rsidR="00132F66" w:rsidRPr="00754F64" w:rsidRDefault="00132F66" w:rsidP="00754F64">
    <w:pPr>
      <w:pStyle w:val="BodyText"/>
      <w:ind w:right="4961"/>
      <w:rPr>
        <w:sz w:val="13"/>
        <w:szCs w:val="13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729DA872" wp14:editId="2554098A">
              <wp:simplePos x="0" y="0"/>
              <wp:positionH relativeFrom="column">
                <wp:posOffset>2236470</wp:posOffset>
              </wp:positionH>
              <wp:positionV relativeFrom="paragraph">
                <wp:posOffset>0</wp:posOffset>
              </wp:positionV>
              <wp:extent cx="2768600" cy="393700"/>
              <wp:effectExtent l="0" t="0" r="0" b="0"/>
              <wp:wrapNone/>
              <wp:docPr id="31" name="Group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68600" cy="393700"/>
                        <a:chOff x="0" y="0"/>
                        <a:chExt cx="2768600" cy="393700"/>
                      </a:xfrm>
                    </wpg:grpSpPr>
                    <pic:pic xmlns:pic="http://schemas.openxmlformats.org/drawingml/2006/picture">
                      <pic:nvPicPr>
                        <pic:cNvPr id="32" name="Picture 3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38100"/>
                          <a:ext cx="461645" cy="30924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3" name="Text Box 33"/>
                      <wps:cNvSpPr txBox="1"/>
                      <wps:spPr>
                        <a:xfrm>
                          <a:off x="533400" y="0"/>
                          <a:ext cx="22352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061C8" w14:textId="77777777" w:rsidR="00132F66" w:rsidRPr="006F4ACC" w:rsidRDefault="00132F66" w:rsidP="006F4ACC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6F4ACC">
                              <w:rPr>
                                <w:rFonts w:ascii="AppleSystemUIFont" w:hAnsi="AppleSystemUIFont" w:cs="AppleSystemUIFont"/>
                                <w:sz w:val="13"/>
                                <w:szCs w:val="13"/>
                                <w:lang w:val="en-GB"/>
                              </w:rPr>
                              <w:t>The EOSC Future project is co-funded by the European Union Horizon Programme call INFRAEOSC-03-2020, Grant Agreement number XXXXX.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29DA872" id="Group 31" o:spid="_x0000_s1029" style="position:absolute;left:0;text-align:left;margin-left:176.1pt;margin-top:0;width:218pt;height:31pt;z-index:251689984" coordsize="27686,3937" o:gfxdata="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p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ymf8ALJ//ADK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pov+DgUr/ACqh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Ga/wAs&#13;&#10;n///7AD/ACWm/wAy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Cug/1loY///5gD/RFxw/wAsn/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j/ACSn/8GnJP//2AD/rZox/wAmp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Ga/wAwm/8AMJv/ADCb/wAwm/8AL5z/ACWm///cAP//zQD/&#13;&#10;/9YA/wAgq/8AL5z/ADCb/wAwm/8AMJv/ADCb/wAxmv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KZ/wAzmf8AM5n/ADOZ&#13;&#10;/wAzmf8AM5n/ADOZ/wAzmf8AM5n/ADOZ/wAzmf8AM5n/ADOZ/wAzmf8AM5n/ADOZ/wAzmf8AMZr/&#13;&#10;GUKJ/xU/jP8LOpH/CzqR/ws6kf8CNJf/WGhk///XAP//ywD//9kA/0Vdb/8ENZb/CzqR/ws6kf8L&#13;&#10;OpH/FkCL/xZAi/8AMZr/ADOZ/wAzmf8AM5n/ADOZ/wAzmf8AM5n/ADOZ/wAzmf8AM5n/ADOZ/wAz&#13;&#10;mf8AM5n/ADOZ/wAzmf8AM5n/ADOZ/wAy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KaL/&#13;&#10;j4lC/wAnpP8AMpn/ADOZ/wAzmf8AM5n/ADOZ/wAzmf8AM5n/ADOZ/wAzmf8AM5n/ADOZ/wAzmf8A&#13;&#10;M5n/ADOZ/wAzmf8AM5n/ADCb/wAerf92elL//+AA///PAP//zAD//8wA///MAP//zAD//8wA///M&#13;&#10;AP//zAD//88A///fAP9mb1v/AB6t/wAxmv8AM5n/ADOZ/wAzmf8AM5n/ADOZ/wAzmf8AM5n/ADOZ&#13;&#10;/wAzmf8AM5n/ADOZ/wAzmf8AM5n/ADOZ/wAzmf8AMpn/ACek/46IQ/8AKqH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ymf8AIqn//+oA/wc3lP8AMJv/ADOZ/wAzmf8A&#13;&#10;M5n/ADOZ/wAzmf8AM5n/ADOZ/wAzmf8AM5n/ADOZ/wAzmf8AM5n/ADOZ/wAzmf8AM5n/ADOZ/wAy&#13;&#10;mf8AJaX/F0GL///MAP//0gD//8wA///MAP//zAD//8wA///MAP//0wD/9cYG/ww6kf8AJ6T/ADKZ&#13;&#10;/wAzmf8AM5n/ADOZ/wAzmf8AM5n/ADOZ/wAzmf8AM5n/ADOZ/wAzmf8AM5n/ADOZ/wAzmf8AM5n/&#13;&#10;ADOZ/wAzmf8AMJv/DTqR///nAP8AIar/ADK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npP+ilDj//9cA/9i1&#13;&#10;F/8AIqn/ADKY/wAzmf8AM5n/ADOZ/wAzmf8AM5n/ADOZ/wAzmf8AM5n/ADOZ/wAzmf8AM5n/ADOZ&#13;&#10;/wAzmf8AM5n/ADOZ/wAzmf8AM5n/ADKZ/wAhqv//0wD//80A///LAP//zQD//8wA///OAP/7ygL/&#13;&#10;AB+s/wAymf8AM5n/ADOZ/wAzmf8AM5n/ADOZ/wAzmf8AM5n/ADOZ/wAzmf8AM5n/ADOZ/wAzmf8A&#13;&#10;M5n/ADOZ/wAzmf8AM5n/ADOZ/wAzmf8AIar/3rgT///XAP+bkDz/ACek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vnP8YQYv//94A///MAP//1gD/+skC&#13;&#10;///ZAP//zAD//9gA/1Biaf8ALJ//ADOZ/wAzmf8AM5n/ADOZ/wAzmf8AM5n/ADOZ/wAzmf8AM5n/&#13;&#10;ADOZ/wAzmf8AM5n/ADOZ/wAzmf8AM5n/ADOZ/wAzmf8AM5n/ADOZ/wAzmf8AM5n/ADOZ/wAzmf8A&#13;&#10;M5n/ADOZ/wAzmf8AM5n/ADOZ/wAzmf8AM5n/ADOZ/wAzmf8AM5n/ADOZ/wAzmf8AM5n/ADOZ/wAz&#13;&#10;mf8AM5n/ADOZ/wAzmf8AK6D/VWZl///YAP//zAD//9kA//rJAv//1gD//8wA///eAP8RPY7/AC+c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pn/ADKZ/wAzmf8AM5n/ADOZ/wAzmf8AM5n/ADOZ/wAz&#13;&#10;mf8AM5n/ADSd/wAzm/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p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y&#13;&#10;mf8ALp3/ADKZ/wAy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xmv8AMJv/ADK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pov+VjED/ACek/wAy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KZ/wApov+e&#13;&#10;kjn/ACmi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KZ/wAfrP//4QD/IEaF/wAvnP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C2e/ztWdf//2gD/AB+s/wAy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C6d/yZKgf//5QD/&#13;&#10;hoNI/wAoov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Cek/5+SOv//5QD/HUSH/wAvnP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Cij/5CJQv//1wD/8cMI/wAgq/8AMp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pn/ACCr///RAP//1gD/h4RI&#13;&#10;/wAoo/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Ga/wAunf8ALp3/AC6d/wAunf8A&#13;&#10;Lp3/AByv//nJA///zgD//94A/ww6kf8AK6D/AC6d/wAunf8ALp3/AC6d/wAwm/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C6d&#13;&#10;/wAtnv8ALZ7/AC2e/wAtnv8AKKP/JkqC///cAP//zgD/8sQH/wAbsP8ALZ7/AC2e/wAtnv8ALZ7/&#13;&#10;AC2e/wAxmv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Zr/G0OI/zlVdv8nSoH/JkqB/yZKgf8iR4T/PFd0///aAP//zAD//9QA/46I&#13;&#10;RP8bQ4j/JkqB/yZKgf8mSoH/MFB7/zFQe/8AMJv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Lp3/RFxv/0pfbP8+WHP/Plhz/z5Yc/8zUXr/&#13;&#10;qpkz///SAP//zAD//9oA/0hebf87VnT/Plhz/z5Yc/8/WHL/Vmdl/xpCiP8AMZr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pn/AC2e/6ya&#13;&#10;Mv//7wD//9wA///aAP//2gD//9gA///MAP//zAD//8wA///UAP//2gD//9oA///bAP//6QD/88UH&#13;&#10;/xA8j/8AMJv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Zr/BzeU/+a9D///6QD//9oA///ZAP//2QD//9IA///MAP//zAD//ssA///XAP//&#13;&#10;2QD//9kA///dAP//7QD/gIBM/wAqof8AMp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KZ/wAjqP8uT3z//9UA///TAP//zAD//8wA&#13;&#10;///MAP//zAD//8wA///MAP//zAD//84A///gAP94e1H/AB6t/wAwm/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Ga/wAerf9q&#13;&#10;c1n//98A///PAP//zAD//8wA///MAP//zAD//8wA///MAP//zAD//9YA//fIBP8PO5D/ACal/wAy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ymf8AK5//ACij/8qsH///2AD//8wA///MAP//zAD//8wA///MAP//0AD/&#13;&#10;/80A/xpCif8AJab/ADK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ymf8AJqX/EDyP//fIBP//0AD//8wA///M&#13;&#10;AP//zAD//8wA///MAP//2wD/oZM4/wAgqv8ALp3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Ga/wAasf+hlDf//9IA///MAP//zAD//8wA///NAP/1xgb/AByv/wAtnv8AMp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C6d/wAYtP//zQD//80A///MAP//zAD//8wA///UAP+DgUr/AByv&#13;&#10;/wAy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gq//huhL//88A///MAP//&#13;&#10;zgD//8wA///MAP//3QD/ADCb/wAwm/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C+c&#13;&#10;/xM+jf//3QD//8wA///MAP//zwD//8wA///QAP/XtBf/ACGq/wAzmP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Cb/wY2lf//3wD//8wA///WAP/yxAf//9oA///NAP//1wD/Z3Bb/wAq&#13;&#10;o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Cmi/4B/TP//1QD//84A///aAP/duBT/&#13;&#10;/9gA///MAP//3wD/ADGb/wAwm/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Cqh/3F2&#13;&#10;VP//2AD//+AA/5GKQf8AF7T/Q1tw///aAP//1gD/0LAc/wAjqP8AM5j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pn/ACCr/+q/DP//1wD//9AA/x5Fhv8AGLP/g4FL///gAP//2QD/aHFa/wAqo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CKp/+a9Dv//2gD/MVB7/wAjqP8AMpn/ACmh&#13;&#10;/wAwnP/lvA///+wA/wAsn/8AMZr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Jv/DDqS///wAP/A&#13;&#10;piX/ACWm/wAtnv8AMpn/ACSn/yVJg///1wD/3rgU/wAjqP8AMp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Jv/EDyP//TGBv8AKqL/ACug/wAzmP8AM5n/ADOY/wAwm/8AHq3/nJE7/3t9T/8AK6D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KqH/kopB/251V/8AH6z/ADGa/wAzmf8AM5n/ADKZ/wAs&#13;&#10;n/8AJ6X/5r0P/wk4k/8AMZr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Zr/F0CL/wAlpf8AMJr/&#13;&#10;ADOY/wAzmf8AM5n/ADOZ/wAzmP8AMpn/ACek/xM9jv8AMZr/ADOY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pn/BTaV/wAqof8AMpn/ADOZ/wAzmf8AM5n/ADOZ/wAymf8AMZr/ACal/w47j/8AMp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Ga/wAymf8AM5n/ADOZ/wAzmf8AM5n/ADOZ/wAzmf8A&#13;&#10;M5n/ADKZ/wAxmv8AM5j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KZ/wAzmf8AM5n/ADOZ&#13;&#10;/wAzmf8AM5n/ADOZ/wAzmf8AM5n/ADKZ/wAy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ymf8AMp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Ga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KZ/wI0&#13;&#10;l/8AMZr/ADK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Lpz/CzmS/wAxmv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Cij/6+cL/8AKqH/ADK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wm/8XQYv/l44+/wAp&#13;&#10;ov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pn/AB+s///eAP9DW3D/AC2e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qof93e1H/9MUG/wAhqv8AMpj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Lp3/JkqC///jAP+omDT/&#13;&#10;ACal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Y&#13;&#10;/wAiqf/bthX//+QA/wM0l/8AMJv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KKP/j4lD///VAP//1QD/ACCr/wAy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Ga/wAvnP//3wD//9YA/210V/8AKqH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Zr/ACug/wAroP8AK6D/ACug/wAroP8A&#13;&#10;GrH/+MgD///OAP//2wD/ME98/wAmpf8AK6D/ACug/wAroP8AK6D/AC6d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KZ/wAsn/8AKqH/&#13;&#10;ACqh/wAqof8AKqH/ACKp/2JuXv//1wD//9AA/9e0F/8AG7D/ACqh/wAqof8AKqH/ACqh/wAqof8A&#13;&#10;MZr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xmv8aQ4n/dnpS/1tpYv9ZaGP/Wmhj/1ZnZf9camH//9kA///MAP//0QD/uaIp/09i&#13;&#10;af9ZaGP/WWhj/1loY/9pcVn/UmNo/wAun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pn/ACyf/291Vv+Af0z/cXdU/3F3VP9xd1T/ZXBb/9y3FP//&#13;&#10;zwD//8wA///YAP9mcFv/cHZV/3F3VP9xd1T/dnpR/4+JQ/8JOJP/ADGa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ymf8AKqH/X2xg///n&#13;&#10;AP//3QD//9cA///XAP//1gD//8wA///MAP//zAD//9EA///XAP//1wD//9gA///qAP/GqiL/AC+d&#13;&#10;/wAxmv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Ga/wAvnf/MrR7//+gA///XAP//1gD//9YA///PAP//zAD//8wA///MAP//1gD//9YA///W&#13;&#10;AP//4AD//9cA/yhLgf8ALZ7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pj/ACmi/wAwm//kvA///9kA///MAP//zAD//8wA&#13;&#10;///MAP//zAD//8wA///MAP//0QD//9wA/0tgbP8AH6v/ADGa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xmv8AH6z/U2Vm///d&#13;&#10;AP//0AD//8wA///MAP//zAD//8wA///MAP//zAD//80A///fAP+vnC//ACKp/wAtn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Y/wAwm/8AHq3/hIFK///aAP//zAD//8wA///MAP//zAD//8wA///RAP/kvBD/&#13;&#10;ADCb/wApov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pn/ACij/wEzmf/ovw3//9AA///MAP//zAD//8wA&#13;&#10;///MAP//zQD//9UA/0hebv8AIKv/ADG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pn/&#13;&#10;AB6t/3x9Tv//1AD//8wA///MAP//zAD//80A///PAP8AE7n/ADCb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KZ/wAunf8AHK7//9wA///MAP//zAD//8wA///MAP//1wD/TGFr/wAkp/8AMpj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pn/ACGq/+S7EP//zwD//8wA///QAP//&#13;&#10;zAD//8wA///cAP8dRIf/AC+c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sn/9QY2n/&#13;&#10;/9gA///LAP//zgD//9EA///MAP//0QD/wacl/wAkp/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Jv/BTaV///fAP//zAD//9sA/8SpIv//2AD//88A///VAP+HhEj/ACij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lpv+5oin//9IA///UAP/6yQP/u6Qo///bAP//&#13;&#10;zQD//9wA/wAmpf8AMZr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KqH/cXZV///Z&#13;&#10;AP//3wD/ZG9c/wAZsv8JOJP/9scF///ZAP/zxQf/AB+s/wAy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KZ/wAkp///2wD//90A/8eqIf8AJqX/AByv/2xzWP//4AD//9wA/05hav8ALJ/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Iqn/7MEL///NAP8PO5D/ACek/wAymf8ALp3/ACCr&#13;&#10;/6SVNv//8gD/FD6N/wAvnP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Cyf/0tga///7QD/ZXBc/wAe&#13;&#10;rf8AMZr/ADKZ/wAmpf8TPo3//9IA/8aqIv8AJab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wm/8UP4z/yqwf/wAhqv8ALp3/ADOZ/wAzmf8AMpj/ADKZ/wAhqv9RY2j/k4pA/wAqo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j/ACmi/6uZMv8bQ4n/ACek/wAymf8AM5n/ADOZ/wAzmP8ALp3/ACOo&#13;&#10;/8qsIP8AMJv/ADK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ymf8HN5X/ACal/wAymf8AM5n/&#13;&#10;ADOZ/wAzmf8AM5n/ADKZ/wAymf8ALJ//ADGa/wAy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KZ&#13;&#10;/wAsn/8AL5z/ADOZ/wAzmf8AM5n/ADOZ/wAzmf8AM5n/ADGa/wAnpP8DNJf/ADK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pn/ADKZ/wAzmf8AM5n/ADOZ/wAzmf8AM5n/ADOZ/wAzmf8A&#13;&#10;M5n/ADK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ymf8AM5n/ADOZ/wAzmf8AM5n/&#13;&#10;ADOZ/wAzmf8AM5n/ADOZ/wAymf8AMp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Zr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Zr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xmv8JOJP/ADGa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wm/8KOJP/ADGa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Y/wAmpf/EqCP/ACik/wAy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KZ/wAsn/+7pCj/ACek/wAy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KZ/wAjqP//6AD/OFV3/wAtnv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Cyf/0xga///4QD/ACCr/wAy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C2e/0Facv//4QD/n5I5/wAnpP8A&#13;&#10;M5j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CWm&#13;&#10;/7GdLv//4gD/L098/wAun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Cal/6iYNP//1AD//9EA/wAgq/8AMpn/ADOZ/wAzmf8AM5n/ADOZ/wAz&#13;&#10;mP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pn/ACKp///XAP//1QD/mI49/wAnpP8AM5n/&#13;&#10;ADOZ/wAzmf8AM5n/ADOZ/wAzmP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Cb/wAqof8AKqH/ACqh/wAqof8AKaL/ABuw///V&#13;&#10;AP//zQD//9wA/yRJg/8AJab/ACqh/wAqof8AKqH/ACqh/wAunf8AM5j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C2e/wAqof8AKqH/&#13;&#10;ACqh/wAqof8AJKf/OFR3///aAP//zgD//84A/wAZsv8AKaL/ACqh/wAqof8AKqH/ACqh/wAxmv8A&#13;&#10;M5j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Jv/IEWG/5OLQP92elH/dHlT/3R5U/9xd1X/ioZG///VAP//zAD//9EA/7+lJv9sdFj/dHlT&#13;&#10;/3R5U/90eVL/ioZG/1FjaP8ALp3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LZ7/Wmli/4iFR/90eVP/dHlT/3R5U/9rc1j/yKsh///QAP//&#13;&#10;zAD//9YA/4CAS/9xd1T/dHlT/3R5U/93e1H/k4xA/xhBi/8AMZr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j/ACqh/01ha///4gD//9wA&#13;&#10;///WAP//1gD//9QA///MAP//zAD//8wA///RAP//1gD//9YA///YAP//6gD/mI49/wApov8AMp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pn/ACqi/6aWNf//6gD//9gA///WAP//1gD//9AA///MAP//zAD//8wA///UAP//1gD//9YA///d&#13;&#10;AP//3wD/QFlz/wAroP8AM5j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Y/wAqof8AK5//1rQY///bAP//zAD//8wA///MAP//zAD/&#13;&#10;/8wA///MAP//zAD//9QA///RAP8lSYL/ACSn/wAy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KZ/wAiqf8wUHz//9UA///T&#13;&#10;AP//zAD//8wA///MAP//zAD//8wA///MAP//zAD//9wA/8qsH/8AKKP/ACuf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Jv/AB6u/3N4U///2AD//8wA///MAP//zAD//8wA///MAP//1AD/v6Ym/wAlpv8A&#13;&#10;LJ//ADOY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K6D/ACij/8qtH///0gD//8wA///MAP//zAD//8wA&#13;&#10;///MAP//1wD/ZHBc/wAerf8AMZr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KZ/wAerf+M&#13;&#10;h0X//9MA///MAP//zAD//8wA///OAP/zxQf/ABO4/wAxmv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Cb/wASuP//zgD//80A///MAP//zAD//8wA///UAP94e1H/ACCr/wAy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KZ/wAfrP/+ywD//84A///MAP//0gD//8wA///M&#13;&#10;AP//3QD/FD+M/wAvnP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C6d/yVJgv//3AD/&#13;&#10;/8wA///NAP//0gD//8wA///PAP/swQv/ACCr/wAymP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C6d/yBFhf//3QD//80A///eAP+gkzj//9YA///QAP//1QD/gH9M/wApov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Cij/5GJQv//1AD//9EA///TAP+mljX//94A///NAP//&#13;&#10;3gD/DTqQ/wAvnP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Cij/4qGRv//2wD//9gA&#13;&#10;/zhUd/8AHa7/ADOZ/+rADP//2wD/6sAM/wAgq/8AMp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pn/ACCr//vKAv//3AD/4LkS/wAunf8AHa7/Rlxv///bAP//2wD/eHtR/wApov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j/AB+s///VAP/guRL/ACyf/wAroP8AM5n/AC+c/wAfrP+Si0H/&#13;&#10;//MA/w06kP8AMJv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L5z/IEWG///yAP+Dgkr/AB6t/wAw&#13;&#10;m/8AMpj/ACmi/wAwm//swQv/+cgE/wAhqv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L5z/&#13;&#10;L099/5yQO/8AHq7/ADCb/wAzmf8AM5n/ADOZ/wAymf8AIqn/Q1tx/4SCSf8AK6D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K6D/kIlC/zVTeP8AJKf/ADKZ/wAzmf8AM5n/ADOY/wAwm/8AHq3/rZsx&#13;&#10;/x1Eh/8AMJv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pn/ADKZ/wApov8AMpn/ADOZ/wAzmf8A&#13;&#10;M5n/ADOZ/wAzmf8AM5n/AC2e/wAunf8AMp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pn/AC2e&#13;&#10;/wAtnv8AM5n/ADOZ/wAzmf8AM5n/ADOZ/wAzmf8AMpn/ACij/wAzmP8AMp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KZ/wAymf8AM5n/ADOZ/wAzmf8AM5n/ADOZ/wAzmf8AM5n/ADOZ/wAy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KZ/wAzmf8AM5n/ADOZ/wAzmf8AM5n/&#13;&#10;ADOZ/wAzmf8AM5n/ADOY/wAy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Ga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xmv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Zr/CzmS/wAxmv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Cb/ww6kf8AMZr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JqX/zK4e/wAmpf8A&#13;&#10;Mp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pn/ACuh/8SoI/8AJqX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xmv8AJqX//+sA/zNRev8ALZ7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LJ//Rlxv///lAP8AIqn/ADK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Y/wAs&#13;&#10;n/9LYGz//+EA/5qQPP8AJ6T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JqX/rJox///hAP86Vnb/AC2e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lpv+0ny3//9QA///PAP8AH6z/ADK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ymf8AIar//9YA///UAP+ilDf/ACek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ymf8AM5n/ADOZ/wAzmf8AM5n/ADOZ&#13;&#10;/wAzmf8AM5n/ADOZ/wAzmf8AMpn/ADOZ/wAzmf8AM5n/ADOZ/wAzmf8AM5n/ADOZ/wAzmf8AM5n/&#13;&#10;ADOZ/wAzmf8AM5n/ADOZ/wAzmf8AM5n/ADKZ/wAZsv/RsRv//88A///MAP//zAD//8wA///QAP+8&#13;&#10;pCj/ABuw/wAymf8AM5n/ADOZ/wAzmf8AM5n/ADOZ/wAzmf8AM5n/ADOZ/wAzmf8AM5n/ADOZ/wAz&#13;&#10;mf8AM5n/ADOZ/wAzmf8AMpn/ADOZ/wAzmf8AM5n/ADOZ/wAzmf8AM5n/ADOZ/wAzmf8AMpn/ADK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Cb/wEzmP//3gD//8wA///NAP//1QD//80A///MAP//3QD/ACug/wAxmv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Cqh/2tzWf//1gD//9IA///T&#13;&#10;AP9jbl3//9cA///RAP//2AD/WGhj/wAroP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CKp/9SzGf//3wD/2LQX/wAroP8AJKb/AC+c/+K7Ef//3wD/wacl&#13;&#10;/wAkp/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Zr/ADCb&#13;&#10;///yAP95fFD/AB6t/wAwm/8AM5n/ADCb/wAerf+IhEf///AA/wApov8AMZr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LZ7/X2xf/zFQe/8AJab/ADKZ/wAzmf8AM5n/&#13;&#10;ADOZ/wAymf8AJKf/Plh0/1NlZ/8ALp3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C2e/wAunf8AM5n/ADOZ/wAzmf8AM5n/ADOZ/wAzmf8AM5n/AC2d/wAun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b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v/ACp+/wAxk/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b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" o:spid="_x0000_s1030" type="#_x0000_t75" style="position:absolute;top:381;width:4616;height:30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&#13;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31" type="#_x0000_t202" style="position:absolute;left:5334;width:22352;height:393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" fillcolor="white [3201]" stroked="f" strokeweight=".5pt">
                <v:textbox>
                  <w:txbxContent>
                    <w:p w14:paraId="38F061C8" w14:textId="77777777" w:rsidR="00132F66" w:rsidRPr="006F4ACC" w:rsidRDefault="00132F66" w:rsidP="006F4ACC">
                      <w:pPr>
                        <w:rPr>
                          <w:sz w:val="13"/>
                          <w:szCs w:val="13"/>
                        </w:rPr>
                      </w:pPr>
                      <w:r w:rsidRPr="006F4ACC">
                        <w:rPr>
                          <w:rFonts w:ascii="AppleSystemUIFont" w:hAnsi="AppleSystemUIFont" w:cs="AppleSystemUIFont"/>
                          <w:sz w:val="13"/>
                          <w:szCs w:val="13"/>
                          <w:lang w:val="en-GB"/>
                        </w:rPr>
                        <w:t>The EOSC Future project is co-funded by the European Union Horizon Programme call INFRAEOSC-03-2020, Grant Agreement number XXXXX.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91008" behindDoc="1" locked="0" layoutInCell="1" allowOverlap="1" wp14:anchorId="23FEAACE" wp14:editId="7BEB7919">
          <wp:simplePos x="0" y="0"/>
          <wp:positionH relativeFrom="column">
            <wp:posOffset>5110962</wp:posOffset>
          </wp:positionH>
          <wp:positionV relativeFrom="paragraph">
            <wp:posOffset>-498475</wp:posOffset>
          </wp:positionV>
          <wp:extent cx="1409700" cy="1194963"/>
          <wp:effectExtent l="0" t="0" r="0" b="88265"/>
          <wp:wrapNone/>
          <wp:docPr id="36" name="Picture 36" descr="Shape, polyg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 descr="Shape, polygon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457948">
                    <a:off x="0" y="0"/>
                    <a:ext cx="1409700" cy="11949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93CDA" w14:textId="77777777" w:rsidR="00F8588E" w:rsidRDefault="00F8588E" w:rsidP="00334A40">
      <w:r>
        <w:separator/>
      </w:r>
    </w:p>
  </w:footnote>
  <w:footnote w:type="continuationSeparator" w:id="0">
    <w:p w14:paraId="12401E8E" w14:textId="77777777" w:rsidR="00F8588E" w:rsidRDefault="00F8588E" w:rsidP="00334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414F6" w14:textId="77777777" w:rsidR="00132F66" w:rsidRDefault="00132F66" w:rsidP="002351A1">
    <w:pPr>
      <w:pStyle w:val="Header"/>
      <w:jc w:val="right"/>
    </w:pPr>
    <w:r w:rsidRPr="00D469B6">
      <w:rPr>
        <w:noProof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anchorId="38EBE866" wp14:editId="4D3F6B58">
              <wp:simplePos x="0" y="0"/>
              <wp:positionH relativeFrom="column">
                <wp:posOffset>3165760</wp:posOffset>
              </wp:positionH>
              <wp:positionV relativeFrom="paragraph">
                <wp:posOffset>-166961</wp:posOffset>
              </wp:positionV>
              <wp:extent cx="2768600" cy="393700"/>
              <wp:effectExtent l="0" t="0" r="0" b="0"/>
              <wp:wrapNone/>
              <wp:docPr id="28" name="Group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68600" cy="393700"/>
                        <a:chOff x="0" y="0"/>
                        <a:chExt cx="2768600" cy="393700"/>
                      </a:xfrm>
                    </wpg:grpSpPr>
                    <pic:pic xmlns:pic="http://schemas.openxmlformats.org/drawingml/2006/picture">
                      <pic:nvPicPr>
                        <pic:cNvPr id="29" name="Picture 2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38100"/>
                          <a:ext cx="461645" cy="30924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0" name="Text Box 30"/>
                      <wps:cNvSpPr txBox="1"/>
                      <wps:spPr>
                        <a:xfrm>
                          <a:off x="533400" y="0"/>
                          <a:ext cx="22352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BE708C" w14:textId="77777777" w:rsidR="00132F66" w:rsidRPr="006F4ACC" w:rsidRDefault="00132F66" w:rsidP="00D469B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6F4ACC">
                              <w:rPr>
                                <w:rFonts w:ascii="AppleSystemUIFont" w:hAnsi="AppleSystemUIFont" w:cs="AppleSystemUIFont"/>
                                <w:sz w:val="13"/>
                                <w:szCs w:val="13"/>
                                <w:lang w:val="en-GB"/>
                              </w:rPr>
                              <w:t xml:space="preserve">The EOSC Future project is co-funded by the European Union Horizon Programme call INFRAEOSC-03-2020, Grant Agreement number </w:t>
                            </w:r>
                            <w:r w:rsidRPr="002351A1">
                              <w:rPr>
                                <w:rFonts w:ascii="AppleSystemUIFont" w:hAnsi="AppleSystemUIFont" w:cs="AppleSystemUIFont"/>
                                <w:sz w:val="13"/>
                                <w:szCs w:val="13"/>
                                <w:highlight w:val="yellow"/>
                                <w:lang w:val="en-GB"/>
                              </w:rPr>
                              <w:t>XXXXX.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EBE866" id="Group 28" o:spid="_x0000_s1026" style="position:absolute;left:0;text-align:left;margin-left:249.25pt;margin-top:-13.15pt;width:218pt;height:31pt;z-index:251692032" coordsize="27686,3937" o:gfxdata="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K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pn/ACyf/wAy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KaL/g4FK/wAqo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xmv8ALJ///+wA&#13;&#10;/wAlpv8AMp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roP9ZaGP//+YA/0RccP8ALJ/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Y/wAkp//BpyT//9gA/62aMf8AJqX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xmv8AMJv/ADCb/wAwm/8AMJv/AC+c/wAlpv//3AD//80A///WAP8A&#13;&#10;IKv/AC+c/wAwm/8AMJv/ADCb/wAwm/8AMZr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ymf8AM5n/ADOZ/wAzmf8AM5n/&#13;&#10;ADOZ/wAzmf8AM5n/ADOZ/wAzmf8AM5n/ADOZ/wAzmf8AM5n/ADOZ/wAzmf8AM5n/ADGa/xlCif8V&#13;&#10;P4z/CzqR/ws6kf8LOpH/AjSX/1hoZP//1wD//8sA///ZAP9FXW//BDWW/ws6kf8LOpH/CzqR/xZA&#13;&#10;i/8WQIv/ADGa/wAzmf8AM5n/ADOZ/wAzmf8AM5n/ADOZ/wAzmf8AM5n/ADOZ/wAzmf8AM5n/ADOZ&#13;&#10;/wAzmf8AM5n/ADOZ/wAzmf8AMp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Cmi/4+JQv8A&#13;&#10;J6T/ADKZ/wAzmf8AM5n/ADOZ/wAzmf8AM5n/ADOZ/wAzmf8AM5n/ADOZ/wAzmf8AM5n/ADOZ/wAz&#13;&#10;mf8AM5n/ADOZ/wAwm/8AHq3/dnpS///gAP//zwD//8wA///MAP//zAD//8wA///MAP//zAD//8wA&#13;&#10;///PAP//3wD/Zm9b/wAerf8AMZr/ADOZ/wAzmf8AM5n/ADOZ/wAzmf8AM5n/ADOZ/wAzmf8AM5n/&#13;&#10;ADOZ/wAzmf8AM5n/ADOZ/wAzmf8AM5n/ADKZ/wAnpP+OiEP/ACqh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J6T/opQ4///XAP/YtRf/ACKp&#13;&#10;/wAymP8AM5n/ADOZ/wAzmf8AM5n/ADOZ/wAzmf8AM5n/ADOZ/wAzmf8AM5n/ADOZ/wAzmf8AM5n/&#13;&#10;ADOZ/wAzmf8AM5n/ADOZ/wAymf8AIar//9MA///NAP//ywD//80A///MAP//zgD/+8oC/wAfrP8A&#13;&#10;Mpn/ADOZ/wAzmf8AM5n/ADOZ/wAzmf8AM5n/ADOZ/wAzmf8AM5n/ADOZ/wAzmf8AM5n/ADOZ/wAz&#13;&#10;mf8AM5n/ADOZ/wAzmf8AM5n/ACGq/964E///1wD/m5A8/wAnpP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L5z/GEGL///eAP//zAD//9YA//rJAv//2QD/&#13;&#10;/8wA///YAP9QYmn/ACyf/wAzmf8AM5n/ADOZ/wAzmf8AM5n/ADOZ/wAzmf8AM5n/ADOZ/wAzmf8A&#13;&#10;M5n/ADOZ/wAzmf8AM5n/ADOZ/wAzmf8AM5n/ADOZ/wAzmf8AM5n/ADOZ/wAzmf8AM5n/ADOZ/wAz&#13;&#10;mf8AM5n/ADOZ/wAzmf8AM5n/ADOZ/wAzmf8AM5n/ADOZ/wAzmf8AM5n/ADOZ/wAzmf8AM5n/ADOZ&#13;&#10;/wAzmf8AM5n/ACug/1VmZf//2AD//8wA///ZAP/6yQL//9YA///MAP//3gD/ET2O/wAvnP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KZ/wAymf8AM5n/ADOZ/wAzmf8AM5n/ADOZ/wAzmf8AM5n/ADOZ&#13;&#10;/wA0nf8AM5v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K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pn/AC6d&#13;&#10;/wAymf8AMp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Zr/ADCb/wAy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KaL/lYxA/wAnpP8AMp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ymf8AKaL/npI5/wAp&#13;&#10;ov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ymf8AH6z//+EA/yBGhf8AL5z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tnv87VnX//9oA/wAfrP8AMp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unf8mSoH//+UA/4aDSP8A&#13;&#10;KKL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npP+fkjr//+UA/x1Eh/8AL5z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oo/+QiUL//9cA//HDCP8AIKv/ADK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KZ/wAgq///0QD//9YA/4eESP8AKKP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xmv8ALp3/AC6d/wAunf8ALp3/AC6d/wAc&#13;&#10;r//5yQP//84A///eAP8MOpH/ACug/wAunf8ALp3/AC6d/wAunf8AMJv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unf8ALZ7/&#13;&#10;AC2e/wAtnv8ALZ7/ACij/yZKgv//3AD//84A//LEB/8AG7D/AC2e/wAtnv8ALZ7/AC2e/wAtnv8A&#13;&#10;MZr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Ga/xtDiP85VXb/J0qB/yZKgf8mSoH/IkeE/zxXdP//2gD//8wA///UAP+OiET/G0OI&#13;&#10;/yZKgf8mSoH/JkqB/zBQe/8xUHv/ADCb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C6d/0Rcb/9KX2z/Plhz/z5Yc/8+WHP/M1F6/6qZM///&#13;&#10;0gD//8wA///aAP9IXm3/O1Z0/z5Yc/8+WHP/P1hy/1ZnZf8aQoj/ADGa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KZ/wAtnv+smjL//+8A&#13;&#10;///cAP//2gD//9oA///YAP//zAD//8wA///MAP//1AD//9oA///aAP//2wD//+kA//PFB/8QPI//&#13;&#10;ADCb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Ga/wc3lP/mvQ///+kA///aAP//2QD//9kA///SAP//zAD//8wA//7LAP//1wD//9kA///Z&#13;&#10;AP//3QD//+0A/4CATP8AKqH/ADK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ymf8AI6j/Lk98///VAP//0wD//8wA///MAP//zAD/&#13;&#10;/8wA///MAP//zAD//8wA///OAP//4AD/eHtR/wAerf8AMJv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xmv8AHq3/anNZ///f&#13;&#10;AP//zwD//8wA///MAP//zAD//8wA///MAP//zAD//8wA///WAP/3yAT/DzuQ/wAmpf8AMp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pn/ACuf/wAoo//KrB///9gA///MAP//zAD//8wA///MAP//zAD//9AA///NAP8a&#13;&#10;Qon/ACWm/wAy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pn/ACal/xA8j//3yAT//9AA///MAP//zAD//8wA&#13;&#10;///MAP//zAD//9sA/6GTOP8AIKr/AC6d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xmv8A&#13;&#10;GrH/oZQ3///SAP//zAD//8wA///MAP//zQD/9cYG/wAcr/8ALZ7/ADK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unf8AGLT//80A///NAP//zAD//8wA///MAP//1AD/g4FK/wAcr/8AMp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IKv/4boS///PAP//zAD//84A///M&#13;&#10;AP//zAD//90A/wAwm/8AMJv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vnP8TPo3/&#13;&#10;/90A///MAP//zAD//88A///MAP//0AD/17QX/wAhqv8AM5j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wm/8GNpX//98A///MAP//1gD/8sQH///aAP//zQD//9cA/2dwW/8AKqH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pov+Af0z//9UA///OAP//2gD/3bgU///YAP//&#13;&#10;zAD//98A/wAxm/8AMJv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qof9xdlT//9gA&#13;&#10;///gAP+RikH/ABe0/0NbcP//2gD//9YA/9CwHP8AI6j/ADOY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KZ/wAgq//qvwz//9cA///QAP8eRYb/ABiz/4OBS///4AD//9kA/2hxWv8AKqH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iqf/mvQ7//9oA/zFQe/8AI6j/ADKZ/wApof8AMJz/&#13;&#10;5bwP///sAP8ALJ//ADGa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Cb/ww6kv//8AD/wKYl/wAl&#13;&#10;pv8ALZ7/ADKZ/wAkp/8lSYP//9cA/964FP8AI6j/ADK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Cb/xA8j//0xgb/ACqi/wAroP8AM5j/ADOZ/wAzmP8AMJv/AB6t/5yRO/97fU//ACug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Cqh/5KKQf9udVf/AB+s/wAxmv8AM5n/ADOZ/wAymf8ALJ//ACel&#13;&#10;/+a9D/8JOJP/ADGa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Ga/xdAi/8AJaX/ADCa/wAzmP8A&#13;&#10;M5n/ADOZ/wAzmf8AM5j/ADKZ/wAnpP8TPY7/ADGa/wAzmP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KZ&#13;&#10;/wU2lf8AKqH/ADKZ/wAzmf8AM5n/ADOZ/wAzmf8AMpn/ADGa/wAmpf8OO4//ADK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xmv8AMpn/ADOZ/wAzmf8AM5n/ADOZ/wAzmf8AM5n/ADOZ/wAy&#13;&#10;mf8AMZr/ADOY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ymf8AM5n/ADOZ/wAzmf8AM5n/&#13;&#10;ADOZ/wAzmf8AM5n/ADOZ/wAymf8AMp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pn/ADK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xmv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ymf8CNJf/ADGa&#13;&#10;/wAy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C6c/ws5kv8AMZr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oo/+vnC//ACqh/wAy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Jv/F0GL/5eOPv8AKaL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KZ/wAfrP//3gD/Q1tw/wAtnv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KqH/d3tR//TFBv8AIar/ADKY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C6d/yZKgv//4wD/qJg0/wAmp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P8AIqn/&#13;&#10;27YV///kAP8DNJf/ADCb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Cij/4+JQ///1QD//9UA/wAgq/8AMp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xmv8AL5z//98A///WAP9tdFf/ACqh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Ga/wAroP8AK6D/ACug/wAroP8AK6D/ABqx//jI&#13;&#10;A///zgD//9sA/zBPfP8AJqX/ACug/wAroP8AK6D/ACug/wAun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ymf8ALJ//ACqh/wAqof8A&#13;&#10;KqH/ACqh/wAiqf9ibl7//9cA///QAP/XtBf/ABuw/wAqof8AKqH/ACqh/wAqof8AKqH/ADGa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Zr/GkOJ/3Z6Uv9baWL/WWhj/1poY/9WZ2X/XGph///ZAP//zAD//9EA/7miKf9PYmn/WWhj&#13;&#10;/1loY/9ZaGP/aXFZ/1JjaP8ALp3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KZ/wAsn/9vdVb/gH9M/3F3VP9xd1T/cXdU/2VwW//ctxT//88A///M&#13;&#10;AP//2AD/ZnBb/3B2Vf9xd1T/cXdU/3Z6Uf+PiUP/CTiT/wAxmv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pn/ACqh/19sYP//5wD//90A&#13;&#10;///XAP//1wD//9YA///MAP//zAD//8wA///RAP//1wD//9cA///YAP//6gD/xqoi/wAvnf8AMZr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x&#13;&#10;mv8AL53/zK0e///oAP//1wD//9YA///WAP//zwD//8wA///MAP//zAD//9YA///WAP//1gD//+AA&#13;&#10;///XAP8oS4H/AC2e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KY/wApov8AMJv/5LwP///ZAP//zAD//8wA///MAP//zAD/&#13;&#10;/8wA///MAP//zAD//9EA///cAP9LYGz/AB+r/wAxmv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Zr/AB+s/1NlZv//3QD//9AA&#13;&#10;///MAP//zAD//8wA///MAP//zAD//8wA///NAP//3wD/r5wv/wAiqf8ALZ3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P8AMJv/AB6t/4SBSv//2gD//8wA///MAP//zAD//8wA///MAP//0QD/5LwQ/wAwm/8A&#13;&#10;KaL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KZ/wAoo/8BM5n/6L8N///QAP//zAD//8wA///MAP//zAD/&#13;&#10;/80A///VAP9IXm7/ACCr/wAx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KZ/wAerf98&#13;&#10;fU7//9QA///MAP//zAD//8wA///NAP//zwD/ABO5/wAwm/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ymf8ALp3/AByu///cAP//zAD//8wA///MAP//zAD//9cA/0xha/8AJKf/ADKY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KZ/wAhqv/kuxD//88A///MAP//0AD//8wA///M&#13;&#10;AP//3AD/HUSH/wAvnP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LJ//UGNp///YAP//&#13;&#10;ywD//84A///RAP//zAD//9EA/8GnJf8AJKf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Cb/wU2lf//3wD//8wA///bAP/EqSL//9gA///PAP//1QD/h4RI/wAoo/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Jab/uaIp///SAP//1AD/+skD/7ukKP//2wD//80A///c&#13;&#10;AP8AJqX/ADGa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Cqh/3F2Vf//2QD//98A&#13;&#10;/2RvXP8AGbL/CTiT//bHBf//2QD/88UH/wAfrP8AMp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y&#13;&#10;mf8AJKf//9sA///dAP/HqiH/ACal/wAcr/9sc1j//+AA///cAP9OYWr/ACyf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CKp/+zBC///zQD/DzuQ/wAnpP8AMpn/AC6d/wAgq/+klTb/&#13;&#10;//IA/xQ+jf8AL5z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sn/9LYGv//+0A/2VwXP8AHq3/ADGa&#13;&#10;/wAymf8AJqX/Ez6N///SAP/GqiL/ACWm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Jv/&#13;&#10;FD+M/8qsH/8AIar/AC6d/wAzmf8AM5n/ADKY/wAymf8AIar/UWNo/5OKQP8AKqH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Y/wApov+rmTL/G0OJ/wAnpP8AMpn/ADOZ/wAzmf8AM5j/AC6d/wAjqP/KrCD/&#13;&#10;ADCb/wAy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pn/BzeV/wAmpf8AMpn/ADOZ/wAzmf8A&#13;&#10;M5n/ADOZ/wAymf8AMpn/ACyf/wAxmv8AMp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ymf8ALJ//&#13;&#10;AC+c/wAzmf8AM5n/ADOZ/wAzmf8AM5n/ADOZ/wAxmv8AJ6T/AzSX/wAy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KZ/wAymf8AM5n/ADOZ/wAzmf8AM5n/ADOZ/wAzmf8AM5n/ADOZ/wAy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pn/ADOZ/wAzmf8AM5n/ADOZ/wAzmf8A&#13;&#10;M5n/ADOZ/wAzmf8AMpn/ADK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Ga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Ga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Zr/CTiT/wAxmv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Jv/CjiT/wAxmv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P8AJqX/xKgj/wAopP8AMp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ymf8ALJ//u6Qo/wAnpP8AMp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ymf8A&#13;&#10;I6j//+gA/zhVd/8ALZ7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sn/9MYGv//+EA/wAgq/8AMp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tnv9BWnL//+EA/5+SOf8AJ6T/ADOY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lpv+xnS7/&#13;&#10;/+IA/y9PfP8ALp3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mpf+omDT//9QA///RAP8AIKv/ADKZ/wAzmf8AM5n/ADOZ/wAzmf8AM5j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KZ/wAiqf//1wD//9UA/5iOPf8AJ6T/ADOZ/wAzmf8A&#13;&#10;M5n/ADOZ/wAzmf8AM5j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wm/8AKqH/ACqh/wAqof8AKqH/ACmi/wAbsP//1QD//80A&#13;&#10;///cAP8kSYP/ACWm/wAqof8AKqH/ACqh/wAqof8ALp3/ADOY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tnv8AKqH/ACqh/wAqof8A&#13;&#10;KqH/ACSn/zhUd///2gD//84A///OAP8AGbL/ACmi/wAqof8AKqH/ACqh/wAqof8AMZr/ADOY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Cb&#13;&#10;/yBFhv+Ti0D/dnpR/3R5U/90eVP/cXdV/4qGRv//1QD//8wA///RAP+/pSb/bHRY/3R5U/90eVP/&#13;&#10;dHlS/4qGRv9RY2j/AC6d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C2e/1ppYv+IhUf/dHlT/3R5U/90eVP/a3NY/8irIf//0AD//8wA///W&#13;&#10;AP+AgEv/cXdU/3R5U/90eVP/d3tR/5OMQP8YQYv/ADGa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Y/wAqof9NYWv//+IA///cAP//1gD/&#13;&#10;/9YA///UAP//zAD//8wA///MAP//0QD//9YA///WAP//2AD//+oA/5iOPf8AKaL/ADK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KZ/wAq&#13;&#10;ov+mljX//+oA///YAP//1gD//9YA///QAP//zAD//8wA///MAP//1AD//9YA///WAP//3QD//98A&#13;&#10;/0BZc/8AK6D/ADOY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P8AKqH/ACuf/9a0GP//2wD//8wA///MAP//zAD//8wA///MAP//&#13;&#10;zAD//8wA///UAP//0QD/JUmC/wAkp/8AMp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ymf8AIqn/MFB8///VAP//0wD//8wA&#13;&#10;///MAP//zAD//8wA///MAP//zAD//8wA///cAP/KrB//ACij/wArn/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Cb/wAerv9zeFP//9gA///MAP//zAD//8wA///MAP//zAD//9QA/7+mJv8AJab/ACyf/wAz&#13;&#10;mP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Cug/wAoo//KrR///9IA///MAP//zAD//8wA///MAP//zAD/&#13;&#10;/9cA/2RwXP8AHq3/ADGa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ymf8AHq3/jIdF///T&#13;&#10;AP//zAD//8wA///MAP//zgD/88UH/wATuP8AMZr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wm/8AErj//84A///NAP//zAD//8wA///MAP//1AD/eHtR/wAgq/8AMp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ymf8AH6z//ssA///OAP//zAD//9IA///MAP//zAD//90A&#13;&#10;/xQ/jP8AL5z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unf8lSYL//9wA///MAP//&#13;&#10;zQD//9IA///MAP//zwD/7MEL/wAgq/8AMpj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unf8gRYX//90A///NAP//3gD/oJM4///WAP//0AD//9UA/4B/TP8AKaL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oo/+RiUL//9QA///RAP//0wD/ppY1///eAP//zQD//94A/w06&#13;&#10;kP8AL5z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oo/+Khkb//9sA///YAP84VHf/&#13;&#10;AB2u/wAzmf/qwAz//9sA/+rADP8AIKv/ADK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KZ/wAg&#13;&#10;q//7ygL//9wA/+C5Ev8ALp3/AB2u/0Zcb///2wD//9sA/3h7Uf8AKaL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Y/wAfrP//1QD/4LkS/wAsn/8AK6D/ADOZ/wAvnP8AH6z/kotB///zAP8N&#13;&#10;OpD/ADCb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C+c/yBFhv//8gD/g4JK/wAerf8AMJv/ADKY&#13;&#10;/wApov8AMJv/7MEL//nIBP8AIar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C+c/y9Pff+c&#13;&#10;kDv/AB6u/wAwm/8AM5n/ADOZ/wAzmf8AMpn/ACKp/0Nbcf+Egkn/ACug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Cug/5CJQv81U3j/ACSn/wAymf8AM5n/ADOZ/wAzmP8AMJv/AB6t/62bMf8dRIf/&#13;&#10;ADCb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KZ/wAymf8AKaL/ADKZ/wAzmf8AM5n/ADOZ/wAz&#13;&#10;mf8AM5n/ADOZ/wAtnv8ALp3/ADK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KZ/wAtnv8ALZ7/&#13;&#10;ADOZ/wAzmf8AM5n/ADOZ/wAzmf8AM5n/ADKZ/wAoo/8AM5j/ADK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ymf8AMpn/ADOZ/wAzmf8AM5n/ADOZ/wAzmf8AM5n/ADOZ/wAzmf8AMp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ymf8AM5n/ADOZ/wAzmf8AM5n/ADOZ/wAzmf8A&#13;&#10;M5n/ADOZ/wAzmP8AMp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xmv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Zr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Ga/ws5kv8AMZr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wm/8MOpH/ADGa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Cal/8yuHv8AJqX/ADK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KZ/wArof/EqCP/ACal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Zr/ACal///rAP8zUXr/AC2e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Cyf/0Zc&#13;&#10;b///5QD/ACKp/wAy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P8ALJ//S2Bs&#13;&#10;///hAP+akDz/ACek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Cal/6yaMf//4QD/OlZ2/wAtnv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Jab/tJ8t///UAP//zwD/AB+s/wAy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pn/ACGq///WAP//1AD/opQ3/wAnpP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pn/ADOZ/wAzmf8AM5n/ADOZ/wAzmf8AM5n/&#13;&#10;ADOZ/wAzmf8AM5n/ADKZ/wAzmf8AM5n/ADOZ/wAzmf8AM5n/ADOZ/wAzmf8AM5n/ADOZ/wAzmf8A&#13;&#10;M5n/ADOZ/wAzmf8AM5n/ADOZ/wAymf8AGbL/0bEb///PAP//zAD//8wA///MAP//0AD/vKQo/wAb&#13;&#10;sP8AMpn/ADOZ/wAzmf8AM5n/ADOZ/wAzmf8AM5n/ADOZ/wAzmf8AM5n/ADOZ/wAzmf8AM5n/ADOZ&#13;&#10;/wAzmf8AM5n/ADKZ/wAzmf8AM5n/ADOZ/wAzmf8AM5n/ADOZ/wAzmf8AM5n/ADKZ/wAy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w&#13;&#10;m/8BM5j//94A///MAP//zQD//9UA///NAP//zAD//90A/wAroP8AMZr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qof9rc1n//9YA///SAP//0wD/Y25d&#13;&#10;///XAP//0QD//9gA/1hoY/8AK6D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iqf/Usxn//98A/9i0F/8AK6D/ACSm/wAvnP/iuxH//98A/8GnJf8AJKf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Ga/wAwm///8gD/&#13;&#10;eXxQ/wAerf8AMJv/ADOZ/wAwm/8AHq3/iIRH///wAP8AKaL/ADGa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C2e/19sX/8xUHv/ACWm/wAymf8AM5n/ADOZ/wAzmf8A&#13;&#10;Mpn/ACSn/z5YdP9TZWf/AC6d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tnv8ALp3/ADOZ/wAzmf8AM5n/ADOZ/wAzmf8AM5n/ADOZ/wAtnf8ALp3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/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b/wAqfv8AMZP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/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9" o:spid="_x0000_s1027" type="#_x0000_t75" style="position:absolute;top:381;width:4616;height:30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&#13;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5334;width:22352;height:393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" fillcolor="white [3201]" stroked="f" strokeweight=".5pt">
                <v:textbox>
                  <w:txbxContent>
                    <w:p w14:paraId="24BE708C" w14:textId="77777777" w:rsidR="00132F66" w:rsidRPr="006F4ACC" w:rsidRDefault="00132F66" w:rsidP="00D469B6">
                      <w:pPr>
                        <w:rPr>
                          <w:sz w:val="13"/>
                          <w:szCs w:val="13"/>
                        </w:rPr>
                      </w:pPr>
                      <w:r w:rsidRPr="006F4ACC">
                        <w:rPr>
                          <w:rFonts w:ascii="AppleSystemUIFont" w:hAnsi="AppleSystemUIFont" w:cs="AppleSystemUIFont"/>
                          <w:sz w:val="13"/>
                          <w:szCs w:val="13"/>
                          <w:lang w:val="en-GB"/>
                        </w:rPr>
                        <w:t xml:space="preserve">The EOSC Future project is co-funded by the European Union Horizon Programme call INFRAEOSC-03-2020, Grant Agreement number </w:t>
                      </w:r>
                      <w:r w:rsidRPr="002351A1">
                        <w:rPr>
                          <w:rFonts w:ascii="AppleSystemUIFont" w:hAnsi="AppleSystemUIFont" w:cs="AppleSystemUIFont"/>
                          <w:sz w:val="13"/>
                          <w:szCs w:val="13"/>
                          <w:highlight w:val="yellow"/>
                          <w:lang w:val="en-GB"/>
                        </w:rPr>
                        <w:t>XXXXX.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94080" behindDoc="0" locked="0" layoutInCell="1" allowOverlap="1" wp14:anchorId="1505E417" wp14:editId="1E0C0705">
          <wp:simplePos x="0" y="0"/>
          <wp:positionH relativeFrom="margin">
            <wp:align>left</wp:align>
          </wp:positionH>
          <wp:positionV relativeFrom="paragraph">
            <wp:posOffset>-266700</wp:posOffset>
          </wp:positionV>
          <wp:extent cx="1245600" cy="673200"/>
          <wp:effectExtent l="0" t="0" r="0" b="0"/>
          <wp:wrapNone/>
          <wp:docPr id="34" name="Graphic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  <w:p w14:paraId="6105235E" w14:textId="77777777" w:rsidR="00132F66" w:rsidRPr="00932CB4" w:rsidRDefault="00132F66" w:rsidP="002351A1">
    <w:pPr>
      <w:pStyle w:val="Header"/>
      <w:rPr>
        <w:color w:val="08C8E9" w:themeColor="accent2"/>
      </w:rPr>
    </w:pPr>
    <w:r>
      <w:rPr>
        <w:rStyle w:val="Hyperlink"/>
        <w:color w:val="08C8E9" w:themeColor="accent2"/>
        <w:sz w:val="18"/>
        <w:szCs w:val="18"/>
        <w:lang w:val="nl-NL"/>
      </w:rPr>
      <w:t xml:space="preserve">                                   </w:t>
    </w:r>
    <w:hyperlink r:id="rId5" w:history="1">
      <w:proofErr w:type="gramStart"/>
      <w:r w:rsidRPr="00932CB4">
        <w:rPr>
          <w:rStyle w:val="Hyperlink"/>
          <w:color w:val="08C8E9" w:themeColor="accent2"/>
          <w:sz w:val="18"/>
          <w:szCs w:val="18"/>
          <w:lang w:val="nl-NL"/>
        </w:rPr>
        <w:t>eoscfuture</w:t>
      </w:r>
      <w:r w:rsidRPr="005F1959">
        <w:rPr>
          <w:rStyle w:val="Hyperlink"/>
          <w:color w:val="0C2AD5" w:themeColor="accent1"/>
          <w:sz w:val="18"/>
          <w:szCs w:val="18"/>
          <w:lang w:val="nl-NL"/>
        </w:rPr>
        <w:t>.</w:t>
      </w:r>
      <w:r w:rsidRPr="00932CB4">
        <w:rPr>
          <w:rStyle w:val="Hyperlink"/>
          <w:color w:val="08C8E9" w:themeColor="accent2"/>
          <w:sz w:val="18"/>
          <w:szCs w:val="18"/>
          <w:lang w:val="nl-NL"/>
        </w:rPr>
        <w:t>eu</w:t>
      </w:r>
      <w:proofErr w:type="gramEnd"/>
    </w:hyperlink>
  </w:p>
  <w:p w14:paraId="1D2AACAF" w14:textId="77777777" w:rsidR="00132F66" w:rsidRPr="00D469B6" w:rsidRDefault="00132F66" w:rsidP="00D469B6">
    <w:pPr>
      <w:pStyle w:val="Header"/>
      <w:jc w:val="center"/>
      <w:rPr>
        <w:color w:val="08C8E9" w:themeColor="accent2"/>
      </w:rPr>
    </w:pPr>
    <w:r>
      <w:rPr>
        <w:color w:val="08C8E9" w:themeColor="accent2"/>
      </w:rPr>
      <w:softHyphen/>
    </w:r>
    <w:r>
      <w:rPr>
        <w:color w:val="08C8E9" w:themeColor="accent2"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C48490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953D74"/>
    <w:multiLevelType w:val="hybridMultilevel"/>
    <w:tmpl w:val="885A8236"/>
    <w:lvl w:ilvl="0" w:tplc="17ECFCCE">
      <w:start w:val="1"/>
      <w:numFmt w:val="bullet"/>
      <w:pStyle w:val="Tablebullet2"/>
      <w:lvlText w:val=""/>
      <w:lvlJc w:val="left"/>
      <w:pPr>
        <w:ind w:left="833" w:hanging="360"/>
      </w:pPr>
      <w:rPr>
        <w:rFonts w:ascii="Symbol" w:hAnsi="Symbol" w:hint="default"/>
        <w:color w:val="0C2AD5" w:themeColor="accent1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8C56680"/>
    <w:multiLevelType w:val="multilevel"/>
    <w:tmpl w:val="FDCC16F8"/>
    <w:styleLink w:val="NumbListAppendix"/>
    <w:lvl w:ilvl="0">
      <w:start w:val="1"/>
      <w:numFmt w:val="upperLetter"/>
      <w:pStyle w:val="AppendixHeading1"/>
      <w:lvlText w:val="Appendix %1"/>
      <w:lvlJc w:val="left"/>
      <w:pPr>
        <w:tabs>
          <w:tab w:val="num" w:pos="1985"/>
        </w:tabs>
        <w:ind w:left="1985" w:hanging="198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C2AD5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  <w:color w:val="E7E6E6" w:themeColor="background2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78F442B"/>
    <w:multiLevelType w:val="multilevel"/>
    <w:tmpl w:val="5050939A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cs="Times New Roman" w:hint="default"/>
        <w:color w:val="0C2AD5" w:themeColor="accent1"/>
        <w:spacing w:val="30"/>
      </w:rPr>
    </w:lvl>
    <w:lvl w:ilvl="1">
      <w:start w:val="1"/>
      <w:numFmt w:val="bullet"/>
      <w:lvlText w:val="­"/>
      <w:lvlJc w:val="left"/>
      <w:pPr>
        <w:ind w:left="680" w:hanging="340"/>
      </w:pPr>
      <w:rPr>
        <w:rFonts w:ascii="Courier New" w:hAnsi="Courier New" w:cs="Courier New" w:hint="default"/>
        <w:color w:val="0C2AD5" w:themeColor="accent1"/>
      </w:rPr>
    </w:lvl>
    <w:lvl w:ilvl="2">
      <w:start w:val="1"/>
      <w:numFmt w:val="bullet"/>
      <w:pStyle w:val="Bullet3"/>
      <w:lvlText w:val="o"/>
      <w:lvlJc w:val="left"/>
      <w:pPr>
        <w:ind w:left="1040" w:hanging="360"/>
      </w:pPr>
      <w:rPr>
        <w:rFonts w:ascii="Courier New" w:hAnsi="Courier New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FE6F5B" w:themeColor="accent3"/>
        <w:spacing w:val="0"/>
        <w:kern w:val="0"/>
        <w:position w:val="0"/>
        <w:sz w:val="1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</w:abstractNum>
  <w:abstractNum w:abstractNumId="4" w15:restartNumberingAfterBreak="0">
    <w:nsid w:val="2C74210E"/>
    <w:multiLevelType w:val="multilevel"/>
    <w:tmpl w:val="C2E42FD4"/>
    <w:numStyleLink w:val="NumListBullet"/>
  </w:abstractNum>
  <w:abstractNum w:abstractNumId="5" w15:restartNumberingAfterBreak="0">
    <w:nsid w:val="40EF4893"/>
    <w:multiLevelType w:val="multilevel"/>
    <w:tmpl w:val="D0CE0C3A"/>
    <w:numStyleLink w:val="NumbListNumb"/>
  </w:abstractNum>
  <w:abstractNum w:abstractNumId="6" w15:restartNumberingAfterBreak="0">
    <w:nsid w:val="42A20764"/>
    <w:multiLevelType w:val="multilevel"/>
    <w:tmpl w:val="E87804A8"/>
    <w:styleLink w:val="NumLstTableBullet"/>
    <w:lvl w:ilvl="0">
      <w:start w:val="1"/>
      <w:numFmt w:val="bullet"/>
      <w:pStyle w:val="Tablebullet1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Times New Roman" w:hint="default"/>
        <w:color w:val="0C2AD5" w:themeColor="accent1"/>
      </w:rPr>
    </w:lvl>
    <w:lvl w:ilvl="1">
      <w:start w:val="1"/>
      <w:numFmt w:val="bullet"/>
      <w:lvlText w:val="­"/>
      <w:lvlJc w:val="left"/>
      <w:pPr>
        <w:tabs>
          <w:tab w:val="num" w:pos="340"/>
        </w:tabs>
        <w:ind w:left="340" w:hanging="227"/>
      </w:pPr>
      <w:rPr>
        <w:rFonts w:ascii="Courier New" w:hAnsi="Courier New" w:cs="Courier New" w:hint="default"/>
        <w:color w:val="0C2AD5" w:themeColor="accent1"/>
      </w:rPr>
    </w:lvl>
    <w:lvl w:ilvl="2">
      <w:start w:val="1"/>
      <w:numFmt w:val="bullet"/>
      <w:pStyle w:val="Tablebullet3"/>
      <w:lvlText w:val="◦"/>
      <w:lvlJc w:val="left"/>
      <w:pPr>
        <w:tabs>
          <w:tab w:val="num" w:pos="454"/>
        </w:tabs>
        <w:ind w:left="454" w:hanging="227"/>
      </w:pPr>
      <w:rPr>
        <w:rFonts w:cs="Times New Roman" w:hint="default"/>
        <w:color w:val="0C2AD5" w:themeColor="accent1"/>
      </w:rPr>
    </w:lvl>
    <w:lvl w:ilvl="3">
      <w:start w:val="1"/>
      <w:numFmt w:val="none"/>
      <w:lvlText w:val="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4"/>
        </w:tabs>
        <w:ind w:left="45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firstLine="0"/>
      </w:pPr>
      <w:rPr>
        <w:rFonts w:hint="default"/>
      </w:rPr>
    </w:lvl>
  </w:abstractNum>
  <w:abstractNum w:abstractNumId="7" w15:restartNumberingAfterBreak="0">
    <w:nsid w:val="45464E40"/>
    <w:multiLevelType w:val="multilevel"/>
    <w:tmpl w:val="750E349E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cs="Times New Roman" w:hint="default"/>
        <w:color w:val="0C2AD5" w:themeColor="accent1"/>
        <w:spacing w:val="30"/>
      </w:rPr>
    </w:lvl>
    <w:lvl w:ilvl="1">
      <w:start w:val="1"/>
      <w:numFmt w:val="bullet"/>
      <w:lvlText w:val="­"/>
      <w:lvlJc w:val="left"/>
      <w:pPr>
        <w:ind w:left="680" w:hanging="340"/>
      </w:pPr>
      <w:rPr>
        <w:rFonts w:ascii="Courier New" w:hAnsi="Courier New" w:cs="Courier New" w:hint="default"/>
        <w:color w:val="0C2AD5" w:themeColor="accent1"/>
      </w:rPr>
    </w:lvl>
    <w:lvl w:ilvl="2">
      <w:start w:val="1"/>
      <w:numFmt w:val="bullet"/>
      <w:lvlText w:val="o"/>
      <w:lvlJc w:val="left"/>
      <w:pPr>
        <w:ind w:left="1040" w:hanging="360"/>
      </w:pPr>
      <w:rPr>
        <w:rFonts w:ascii="Courier New" w:hAnsi="Courier New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208B98"/>
        <w:spacing w:val="0"/>
        <w:kern w:val="0"/>
        <w:position w:val="0"/>
        <w:sz w:val="1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</w:abstractNum>
  <w:abstractNum w:abstractNumId="8" w15:restartNumberingAfterBreak="0">
    <w:nsid w:val="4ECA4EE1"/>
    <w:multiLevelType w:val="multilevel"/>
    <w:tmpl w:val="C2E42FD4"/>
    <w:styleLink w:val="NumListBullet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cs="Times New Roman" w:hint="default"/>
        <w:color w:val="0C2AD5" w:themeColor="accent1"/>
        <w:spacing w:val="30"/>
      </w:rPr>
    </w:lvl>
    <w:lvl w:ilvl="1">
      <w:start w:val="1"/>
      <w:numFmt w:val="bullet"/>
      <w:lvlText w:val="­"/>
      <w:lvlJc w:val="left"/>
      <w:pPr>
        <w:ind w:left="680" w:hanging="340"/>
      </w:pPr>
      <w:rPr>
        <w:rFonts w:ascii="Courier New" w:hAnsi="Courier New" w:cs="Courier New" w:hint="default"/>
        <w:color w:val="0C2AD5" w:themeColor="accent1"/>
      </w:rPr>
    </w:lvl>
    <w:lvl w:ilvl="2">
      <w:start w:val="1"/>
      <w:numFmt w:val="bullet"/>
      <w:lvlText w:val="◦"/>
      <w:lvlJc w:val="left"/>
      <w:pPr>
        <w:ind w:left="1021" w:hanging="34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C2AD5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</w:abstractNum>
  <w:abstractNum w:abstractNumId="9" w15:restartNumberingAfterBreak="0">
    <w:nsid w:val="4F1F0E7A"/>
    <w:multiLevelType w:val="multilevel"/>
    <w:tmpl w:val="D0CE0C3A"/>
    <w:styleLink w:val="NumbListNumb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ListNumber2"/>
      <w:lvlText w:val="%2)"/>
      <w:lvlJc w:val="left"/>
      <w:pPr>
        <w:ind w:left="68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istNumber3"/>
      <w:lvlText w:val="%3."/>
      <w:lvlJc w:val="left"/>
      <w:pPr>
        <w:ind w:left="1021" w:hanging="34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53791A99"/>
    <w:multiLevelType w:val="singleLevel"/>
    <w:tmpl w:val="462C5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C2AD5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1" w15:restartNumberingAfterBreak="0">
    <w:nsid w:val="58477077"/>
    <w:multiLevelType w:val="multilevel"/>
    <w:tmpl w:val="D640FA70"/>
    <w:styleLink w:val="NumbListMain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7642F3"/>
    <w:multiLevelType w:val="multilevel"/>
    <w:tmpl w:val="5C8A8D36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cs="Times New Roman" w:hint="default"/>
        <w:color w:val="0C2AD5" w:themeColor="accent1"/>
        <w:spacing w:val="30"/>
      </w:rPr>
    </w:lvl>
    <w:lvl w:ilvl="1">
      <w:start w:val="1"/>
      <w:numFmt w:val="bullet"/>
      <w:pStyle w:val="Bullet2"/>
      <w:lvlText w:val=""/>
      <w:lvlJc w:val="left"/>
      <w:pPr>
        <w:ind w:left="700" w:hanging="360"/>
      </w:pPr>
      <w:rPr>
        <w:rFonts w:ascii="Symbol" w:hAnsi="Symbol" w:hint="default"/>
        <w:color w:val="08C8E9" w:themeColor="accent2"/>
      </w:rPr>
    </w:lvl>
    <w:lvl w:ilvl="2">
      <w:start w:val="1"/>
      <w:numFmt w:val="bullet"/>
      <w:lvlText w:val="◦"/>
      <w:lvlJc w:val="left"/>
      <w:pPr>
        <w:ind w:left="1021" w:hanging="34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C2AD5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21"/>
        </w:tabs>
        <w:ind w:left="1021" w:firstLine="0"/>
      </w:pPr>
      <w:rPr>
        <w:rFonts w:hint="default"/>
      </w:rPr>
    </w:lvl>
  </w:abstractNum>
  <w:abstractNum w:abstractNumId="13" w15:restartNumberingAfterBreak="0">
    <w:nsid w:val="695939A2"/>
    <w:multiLevelType w:val="multilevel"/>
    <w:tmpl w:val="7C12626C"/>
    <w:styleLink w:val="NumLstTableNum"/>
    <w:lvl w:ilvl="0">
      <w:start w:val="1"/>
      <w:numFmt w:val="decimal"/>
      <w:pStyle w:val="Tablenumber1"/>
      <w:lvlText w:val="%1."/>
      <w:lvlJc w:val="left"/>
      <w:pPr>
        <w:ind w:left="227" w:hanging="22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Tablenumber2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pStyle w:val="Tablenumber3"/>
      <w:lvlText w:val="%3."/>
      <w:lvlJc w:val="left"/>
      <w:pPr>
        <w:ind w:left="510" w:hanging="22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10"/>
        </w:tabs>
        <w:ind w:left="51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10"/>
        </w:tabs>
        <w:ind w:left="51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10"/>
        </w:tabs>
        <w:ind w:left="51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10"/>
        </w:tabs>
        <w:ind w:left="51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10"/>
        </w:tabs>
        <w:ind w:left="51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10" w:firstLine="0"/>
      </w:pPr>
      <w:rPr>
        <w:rFonts w:hint="default"/>
      </w:rPr>
    </w:lvl>
  </w:abstractNum>
  <w:abstractNum w:abstractNumId="14" w15:restartNumberingAfterBreak="0">
    <w:nsid w:val="6BFA2578"/>
    <w:multiLevelType w:val="hybridMultilevel"/>
    <w:tmpl w:val="60B0C3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8A320B"/>
    <w:multiLevelType w:val="multilevel"/>
    <w:tmpl w:val="D0CE0C3A"/>
    <w:numStyleLink w:val="NumbListNumb"/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13"/>
  </w:num>
  <w:num w:numId="6">
    <w:abstractNumId w:val="2"/>
    <w:lvlOverride w:ilvl="0">
      <w:lvl w:ilvl="0">
        <w:start w:val="1"/>
        <w:numFmt w:val="upperLetter"/>
        <w:pStyle w:val="AppendixHeading1"/>
        <w:lvlText w:val="Appendix 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ppendixHeading2"/>
        <w:lvlText w:val="Appendix 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AppendixHeading3"/>
        <w:lvlText w:val="Appendix %1.%2.%3."/>
        <w:lvlJc w:val="left"/>
        <w:pPr>
          <w:ind w:left="1224" w:hanging="50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AppendixHeading4"/>
        <w:lvlText w:val="Appendix 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Appendix 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Appendix 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Appendix 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Appendix 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Appendix 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1"/>
  </w:num>
  <w:num w:numId="8">
    <w:abstractNumId w:val="9"/>
  </w:num>
  <w:num w:numId="9">
    <w:abstractNumId w:val="8"/>
  </w:num>
  <w:num w:numId="10">
    <w:abstractNumId w:val="1"/>
  </w:num>
  <w:num w:numId="11">
    <w:abstractNumId w:val="12"/>
  </w:num>
  <w:num w:numId="12">
    <w:abstractNumId w:val="7"/>
  </w:num>
  <w:num w:numId="13">
    <w:abstractNumId w:val="3"/>
  </w:num>
  <w:num w:numId="14">
    <w:abstractNumId w:val="5"/>
  </w:num>
  <w:num w:numId="15">
    <w:abstractNumId w:val="15"/>
    <w:lvlOverride w:ilvl="0">
      <w:lvl w:ilvl="0">
        <w:start w:val="1"/>
        <w:numFmt w:val="decimal"/>
        <w:pStyle w:val="ListNumber"/>
        <w:lvlText w:val="%1."/>
        <w:lvlJc w:val="left"/>
        <w:pPr>
          <w:ind w:left="340" w:hanging="34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C2AD5" w:themeColor="text2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Roman"/>
        <w:pStyle w:val="ListNumber2"/>
        <w:lvlText w:val="%2)"/>
        <w:lvlJc w:val="left"/>
        <w:pPr>
          <w:ind w:left="680" w:hanging="34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8C8E9" w:themeColor="accent2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Number3"/>
        <w:lvlText w:val="%3."/>
        <w:lvlJc w:val="left"/>
        <w:pPr>
          <w:ind w:left="1021" w:hanging="341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FE6F5B" w:themeColor="accent3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6">
    <w:abstractNumId w:val="0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attachedTemplate r:id="rId1"/>
  <w:documentProtection w:edit="forms" w:enforcement="0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3F"/>
    <w:rsid w:val="000110AE"/>
    <w:rsid w:val="000116E5"/>
    <w:rsid w:val="00011D4A"/>
    <w:rsid w:val="00021A7D"/>
    <w:rsid w:val="00033C04"/>
    <w:rsid w:val="00057B94"/>
    <w:rsid w:val="000622B3"/>
    <w:rsid w:val="00087F3D"/>
    <w:rsid w:val="000952D2"/>
    <w:rsid w:val="000A021B"/>
    <w:rsid w:val="000A12F5"/>
    <w:rsid w:val="000B7FD2"/>
    <w:rsid w:val="000C4C5C"/>
    <w:rsid w:val="000F2ED7"/>
    <w:rsid w:val="000F346B"/>
    <w:rsid w:val="001122EA"/>
    <w:rsid w:val="0011603E"/>
    <w:rsid w:val="00125342"/>
    <w:rsid w:val="00132F66"/>
    <w:rsid w:val="00147371"/>
    <w:rsid w:val="0015586D"/>
    <w:rsid w:val="0016137B"/>
    <w:rsid w:val="00162167"/>
    <w:rsid w:val="00166E19"/>
    <w:rsid w:val="0017013E"/>
    <w:rsid w:val="00177355"/>
    <w:rsid w:val="00180869"/>
    <w:rsid w:val="001869FC"/>
    <w:rsid w:val="001A03AE"/>
    <w:rsid w:val="001A5F30"/>
    <w:rsid w:val="001C104D"/>
    <w:rsid w:val="001C32F5"/>
    <w:rsid w:val="001C49D8"/>
    <w:rsid w:val="001D3C60"/>
    <w:rsid w:val="001E4D17"/>
    <w:rsid w:val="00211140"/>
    <w:rsid w:val="002113FB"/>
    <w:rsid w:val="002140F2"/>
    <w:rsid w:val="002334BB"/>
    <w:rsid w:val="002351A1"/>
    <w:rsid w:val="00243BB1"/>
    <w:rsid w:val="0025027B"/>
    <w:rsid w:val="00293640"/>
    <w:rsid w:val="002B02FC"/>
    <w:rsid w:val="002E3AF9"/>
    <w:rsid w:val="003045A8"/>
    <w:rsid w:val="0031700D"/>
    <w:rsid w:val="0033232B"/>
    <w:rsid w:val="00334A40"/>
    <w:rsid w:val="003468F1"/>
    <w:rsid w:val="00357037"/>
    <w:rsid w:val="00357D2B"/>
    <w:rsid w:val="003655EF"/>
    <w:rsid w:val="0038224D"/>
    <w:rsid w:val="0039056C"/>
    <w:rsid w:val="003A003D"/>
    <w:rsid w:val="003A2047"/>
    <w:rsid w:val="003C19A9"/>
    <w:rsid w:val="003C6FBD"/>
    <w:rsid w:val="003F06AE"/>
    <w:rsid w:val="003F6728"/>
    <w:rsid w:val="00425131"/>
    <w:rsid w:val="004411D3"/>
    <w:rsid w:val="00441367"/>
    <w:rsid w:val="004605DE"/>
    <w:rsid w:val="00460C8F"/>
    <w:rsid w:val="00496036"/>
    <w:rsid w:val="004A286C"/>
    <w:rsid w:val="004C2BE1"/>
    <w:rsid w:val="004C3C6E"/>
    <w:rsid w:val="004C628C"/>
    <w:rsid w:val="004D1099"/>
    <w:rsid w:val="004E30C5"/>
    <w:rsid w:val="004E7B7E"/>
    <w:rsid w:val="0051279C"/>
    <w:rsid w:val="0053588D"/>
    <w:rsid w:val="00553F02"/>
    <w:rsid w:val="00566BFB"/>
    <w:rsid w:val="00572EE8"/>
    <w:rsid w:val="005A5C40"/>
    <w:rsid w:val="005B3E20"/>
    <w:rsid w:val="005C66FC"/>
    <w:rsid w:val="005F1959"/>
    <w:rsid w:val="005F489B"/>
    <w:rsid w:val="00605026"/>
    <w:rsid w:val="0060672C"/>
    <w:rsid w:val="00622321"/>
    <w:rsid w:val="006356E4"/>
    <w:rsid w:val="00695ED9"/>
    <w:rsid w:val="006B4D73"/>
    <w:rsid w:val="006B73E3"/>
    <w:rsid w:val="006C3644"/>
    <w:rsid w:val="006E16EE"/>
    <w:rsid w:val="006E4C53"/>
    <w:rsid w:val="006F3240"/>
    <w:rsid w:val="006F4ACC"/>
    <w:rsid w:val="00701ACC"/>
    <w:rsid w:val="0070606B"/>
    <w:rsid w:val="00706302"/>
    <w:rsid w:val="007121F4"/>
    <w:rsid w:val="007161B3"/>
    <w:rsid w:val="00722458"/>
    <w:rsid w:val="00731701"/>
    <w:rsid w:val="00733C2C"/>
    <w:rsid w:val="00754F64"/>
    <w:rsid w:val="00765DDF"/>
    <w:rsid w:val="00775983"/>
    <w:rsid w:val="00783DE7"/>
    <w:rsid w:val="0079050A"/>
    <w:rsid w:val="007A3D09"/>
    <w:rsid w:val="007A6ABA"/>
    <w:rsid w:val="007D45AF"/>
    <w:rsid w:val="00801B1F"/>
    <w:rsid w:val="00816C02"/>
    <w:rsid w:val="0084021B"/>
    <w:rsid w:val="00843F19"/>
    <w:rsid w:val="00857118"/>
    <w:rsid w:val="00863188"/>
    <w:rsid w:val="008639F2"/>
    <w:rsid w:val="00867788"/>
    <w:rsid w:val="00875662"/>
    <w:rsid w:val="00883913"/>
    <w:rsid w:val="00884C11"/>
    <w:rsid w:val="00885431"/>
    <w:rsid w:val="008B57A7"/>
    <w:rsid w:val="009012C9"/>
    <w:rsid w:val="00913BFA"/>
    <w:rsid w:val="00913FBD"/>
    <w:rsid w:val="00916716"/>
    <w:rsid w:val="00932CB4"/>
    <w:rsid w:val="00971F24"/>
    <w:rsid w:val="009C79B7"/>
    <w:rsid w:val="009F5622"/>
    <w:rsid w:val="00A3147C"/>
    <w:rsid w:val="00A41C30"/>
    <w:rsid w:val="00A56E1F"/>
    <w:rsid w:val="00A57C01"/>
    <w:rsid w:val="00A73BEB"/>
    <w:rsid w:val="00A82635"/>
    <w:rsid w:val="00A917A2"/>
    <w:rsid w:val="00A92AFD"/>
    <w:rsid w:val="00A93118"/>
    <w:rsid w:val="00AA638D"/>
    <w:rsid w:val="00AB3EB0"/>
    <w:rsid w:val="00AE0C77"/>
    <w:rsid w:val="00B1697B"/>
    <w:rsid w:val="00B235C1"/>
    <w:rsid w:val="00B3330A"/>
    <w:rsid w:val="00B51ABA"/>
    <w:rsid w:val="00B64D71"/>
    <w:rsid w:val="00B65764"/>
    <w:rsid w:val="00B66DD7"/>
    <w:rsid w:val="00B6739B"/>
    <w:rsid w:val="00B6756A"/>
    <w:rsid w:val="00BA2993"/>
    <w:rsid w:val="00BA4A99"/>
    <w:rsid w:val="00BB341C"/>
    <w:rsid w:val="00BD6C7F"/>
    <w:rsid w:val="00BE6048"/>
    <w:rsid w:val="00BF25D2"/>
    <w:rsid w:val="00BF4CCA"/>
    <w:rsid w:val="00C015F5"/>
    <w:rsid w:val="00C054A8"/>
    <w:rsid w:val="00C2724A"/>
    <w:rsid w:val="00C50B3C"/>
    <w:rsid w:val="00C5752E"/>
    <w:rsid w:val="00C57532"/>
    <w:rsid w:val="00C6111D"/>
    <w:rsid w:val="00C61C11"/>
    <w:rsid w:val="00CA0119"/>
    <w:rsid w:val="00CA4533"/>
    <w:rsid w:val="00CA4AF4"/>
    <w:rsid w:val="00CB1309"/>
    <w:rsid w:val="00CB5369"/>
    <w:rsid w:val="00CB7733"/>
    <w:rsid w:val="00CD4222"/>
    <w:rsid w:val="00CE1D3F"/>
    <w:rsid w:val="00D11897"/>
    <w:rsid w:val="00D11FA1"/>
    <w:rsid w:val="00D16287"/>
    <w:rsid w:val="00D205CA"/>
    <w:rsid w:val="00D207F9"/>
    <w:rsid w:val="00D435DE"/>
    <w:rsid w:val="00D469B6"/>
    <w:rsid w:val="00D46FC5"/>
    <w:rsid w:val="00D6190F"/>
    <w:rsid w:val="00D66A9C"/>
    <w:rsid w:val="00D731CC"/>
    <w:rsid w:val="00D84A70"/>
    <w:rsid w:val="00D92B98"/>
    <w:rsid w:val="00DA5597"/>
    <w:rsid w:val="00DC23D2"/>
    <w:rsid w:val="00DD424A"/>
    <w:rsid w:val="00E21D04"/>
    <w:rsid w:val="00E24809"/>
    <w:rsid w:val="00E251B8"/>
    <w:rsid w:val="00E55EC1"/>
    <w:rsid w:val="00E705F3"/>
    <w:rsid w:val="00E82F9B"/>
    <w:rsid w:val="00E918FB"/>
    <w:rsid w:val="00E944AC"/>
    <w:rsid w:val="00EA716D"/>
    <w:rsid w:val="00ED0925"/>
    <w:rsid w:val="00ED68FA"/>
    <w:rsid w:val="00EF71C7"/>
    <w:rsid w:val="00F11453"/>
    <w:rsid w:val="00F15185"/>
    <w:rsid w:val="00F503AB"/>
    <w:rsid w:val="00F72F79"/>
    <w:rsid w:val="00F74F2B"/>
    <w:rsid w:val="00F8588E"/>
    <w:rsid w:val="00F8719C"/>
    <w:rsid w:val="00F978F5"/>
    <w:rsid w:val="00FA2B3C"/>
    <w:rsid w:val="00FA3565"/>
    <w:rsid w:val="00FA56BD"/>
    <w:rsid w:val="00FA6973"/>
    <w:rsid w:val="00FA77BD"/>
    <w:rsid w:val="00FC3E9F"/>
    <w:rsid w:val="00FC52A5"/>
    <w:rsid w:val="00FE1875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72D54EB"/>
  <w15:chartTrackingRefBased/>
  <w15:docId w15:val="{1E9C60FB-BCED-174D-8455-7CA42CA4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29" w:qFormat="1"/>
    <w:lsdException w:name="heading 2" w:semiHidden="1" w:uiPriority="29" w:unhideWhenUsed="1" w:qFormat="1"/>
    <w:lsdException w:name="heading 3" w:semiHidden="1" w:uiPriority="29" w:unhideWhenUsed="1" w:qFormat="1"/>
    <w:lsdException w:name="heading 4" w:semiHidden="1" w:uiPriority="29" w:unhideWhenUsed="1" w:qFormat="1"/>
    <w:lsdException w:name="heading 5" w:semiHidden="1" w:uiPriority="29" w:unhideWhenUsed="1" w:qFormat="1"/>
    <w:lsdException w:name="heading 6" w:semiHidden="1" w:uiPriority="29" w:unhideWhenUsed="1" w:qFormat="1"/>
    <w:lsdException w:name="heading 7" w:semiHidden="1" w:uiPriority="29" w:unhideWhenUsed="1" w:qFormat="1"/>
    <w:lsdException w:name="heading 8" w:semiHidden="1" w:uiPriority="29" w:unhideWhenUsed="1" w:qFormat="1"/>
    <w:lsdException w:name="heading 9" w:semiHidden="1" w:uiPriority="2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0" w:unhideWhenUsed="1" w:qFormat="1"/>
    <w:lsdException w:name="List Number 3" w:semiHidden="1" w:uiPriority="20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5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5DDF"/>
    <w:rPr>
      <w:sz w:val="20"/>
      <w:szCs w:val="20"/>
    </w:rPr>
  </w:style>
  <w:style w:type="paragraph" w:styleId="Heading1">
    <w:name w:val="heading 1"/>
    <w:basedOn w:val="BodyText"/>
    <w:next w:val="BodyText"/>
    <w:link w:val="Heading1Char"/>
    <w:uiPriority w:val="29"/>
    <w:qFormat/>
    <w:rsid w:val="00733C2C"/>
    <w:pPr>
      <w:keepNext/>
      <w:keepLines/>
      <w:numPr>
        <w:numId w:val="7"/>
      </w:numPr>
      <w:spacing w:before="480" w:after="24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0C2AD5" w:themeColor="accent1"/>
      <w:sz w:val="28"/>
      <w:szCs w:val="32"/>
    </w:rPr>
  </w:style>
  <w:style w:type="paragraph" w:styleId="Heading2">
    <w:name w:val="heading 2"/>
    <w:basedOn w:val="BodyText"/>
    <w:next w:val="BodyText"/>
    <w:link w:val="Heading2Char"/>
    <w:uiPriority w:val="29"/>
    <w:qFormat/>
    <w:rsid w:val="00733C2C"/>
    <w:pPr>
      <w:keepNext/>
      <w:keepLines/>
      <w:numPr>
        <w:ilvl w:val="1"/>
        <w:numId w:val="7"/>
      </w:numPr>
      <w:spacing w:before="240" w:after="8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8C8E9" w:themeColor="accent2"/>
      <w:sz w:val="22"/>
      <w:szCs w:val="26"/>
    </w:rPr>
  </w:style>
  <w:style w:type="paragraph" w:styleId="Heading3">
    <w:name w:val="heading 3"/>
    <w:basedOn w:val="BodyText"/>
    <w:next w:val="BodyText"/>
    <w:link w:val="Heading3Char"/>
    <w:uiPriority w:val="29"/>
    <w:qFormat/>
    <w:rsid w:val="007A3D09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iCs/>
      <w:color w:val="FE6F5B" w:themeColor="accent3"/>
      <w:szCs w:val="24"/>
      <w:lang w:val="en-US"/>
    </w:rPr>
  </w:style>
  <w:style w:type="paragraph" w:styleId="Heading4">
    <w:name w:val="heading 4"/>
    <w:basedOn w:val="Normal"/>
    <w:next w:val="BodyText"/>
    <w:link w:val="Heading4Char"/>
    <w:uiPriority w:val="29"/>
    <w:qFormat/>
    <w:rsid w:val="00733C2C"/>
    <w:pPr>
      <w:keepNext/>
      <w:keepLines/>
      <w:numPr>
        <w:ilvl w:val="3"/>
        <w:numId w:val="7"/>
      </w:numPr>
      <w:spacing w:before="240" w:after="60" w:line="259" w:lineRule="auto"/>
      <w:ind w:left="851" w:hanging="851"/>
      <w:jc w:val="both"/>
      <w:outlineLvl w:val="3"/>
    </w:pPr>
    <w:rPr>
      <w:rFonts w:asciiTheme="majorHAnsi" w:eastAsiaTheme="majorEastAsia" w:hAnsiTheme="majorHAnsi" w:cstheme="majorBidi"/>
      <w:iCs/>
      <w:color w:val="0C2AD5" w:themeColor="accent1"/>
      <w:szCs w:val="16"/>
    </w:rPr>
  </w:style>
  <w:style w:type="paragraph" w:styleId="Heading5">
    <w:name w:val="heading 5"/>
    <w:basedOn w:val="Normal"/>
    <w:next w:val="BodyText"/>
    <w:link w:val="Heading5Char"/>
    <w:uiPriority w:val="29"/>
    <w:qFormat/>
    <w:rsid w:val="00733C2C"/>
    <w:pPr>
      <w:keepNext/>
      <w:keepLines/>
      <w:numPr>
        <w:ilvl w:val="4"/>
        <w:numId w:val="7"/>
      </w:numPr>
      <w:tabs>
        <w:tab w:val="left" w:pos="6804"/>
      </w:tabs>
      <w:spacing w:before="120" w:after="40" w:line="259" w:lineRule="auto"/>
      <w:ind w:left="1021" w:hanging="1021"/>
      <w:jc w:val="both"/>
      <w:outlineLvl w:val="4"/>
    </w:pPr>
    <w:rPr>
      <w:rFonts w:asciiTheme="majorHAnsi" w:eastAsiaTheme="majorEastAsia" w:hAnsiTheme="majorHAnsi" w:cstheme="majorBidi"/>
      <w:i/>
      <w:iCs/>
      <w:color w:val="08C8E9" w:themeColor="accent2"/>
      <w:szCs w:val="16"/>
    </w:rPr>
  </w:style>
  <w:style w:type="paragraph" w:styleId="Heading6">
    <w:name w:val="heading 6"/>
    <w:basedOn w:val="Normal"/>
    <w:next w:val="BodyText"/>
    <w:link w:val="Heading6Char"/>
    <w:uiPriority w:val="29"/>
    <w:qFormat/>
    <w:rsid w:val="00441367"/>
    <w:pPr>
      <w:keepNext/>
      <w:keepLines/>
      <w:numPr>
        <w:ilvl w:val="5"/>
        <w:numId w:val="7"/>
      </w:numPr>
      <w:spacing w:before="120" w:line="259" w:lineRule="auto"/>
      <w:ind w:left="1134" w:hanging="1134"/>
      <w:jc w:val="both"/>
      <w:outlineLvl w:val="5"/>
    </w:pPr>
    <w:rPr>
      <w:rFonts w:asciiTheme="majorHAnsi" w:eastAsiaTheme="majorEastAsia" w:hAnsiTheme="majorHAnsi" w:cstheme="majorBidi"/>
      <w:color w:val="FFCC00" w:themeColor="accent4"/>
      <w:szCs w:val="16"/>
    </w:rPr>
  </w:style>
  <w:style w:type="paragraph" w:styleId="Heading7">
    <w:name w:val="heading 7"/>
    <w:basedOn w:val="Normal"/>
    <w:next w:val="Normal"/>
    <w:link w:val="Heading7Char"/>
    <w:uiPriority w:val="29"/>
    <w:semiHidden/>
    <w:unhideWhenUsed/>
    <w:rsid w:val="00FA3565"/>
    <w:pPr>
      <w:keepNext/>
      <w:keepLines/>
      <w:numPr>
        <w:ilvl w:val="6"/>
        <w:numId w:val="7"/>
      </w:numPr>
      <w:spacing w:before="4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61569" w:themeColor="accent1" w:themeShade="7F"/>
      <w:szCs w:val="16"/>
    </w:rPr>
  </w:style>
  <w:style w:type="paragraph" w:styleId="Heading8">
    <w:name w:val="heading 8"/>
    <w:basedOn w:val="Normal"/>
    <w:next w:val="Normal"/>
    <w:link w:val="Heading8Char"/>
    <w:uiPriority w:val="29"/>
    <w:semiHidden/>
    <w:unhideWhenUsed/>
    <w:qFormat/>
    <w:rsid w:val="00FA3565"/>
    <w:pPr>
      <w:keepNext/>
      <w:keepLines/>
      <w:numPr>
        <w:ilvl w:val="7"/>
        <w:numId w:val="7"/>
      </w:numPr>
      <w:spacing w:before="4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29"/>
    <w:semiHidden/>
    <w:unhideWhenUsed/>
    <w:qFormat/>
    <w:rsid w:val="00FA3565"/>
    <w:pPr>
      <w:keepNext/>
      <w:keepLines/>
      <w:numPr>
        <w:ilvl w:val="8"/>
        <w:numId w:val="7"/>
      </w:numPr>
      <w:spacing w:before="4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aliases w:val="Highlighted"/>
    <w:basedOn w:val="DefaultParagraphFont"/>
    <w:uiPriority w:val="19"/>
    <w:qFormat/>
    <w:rsid w:val="00765DDF"/>
    <w:rPr>
      <w:i/>
      <w:iCs/>
      <w:color w:val="000000" w:themeColor="text1"/>
      <w:shd w:val="clear" w:color="auto" w:fill="96ECFB" w:themeFill="accent2" w:themeFillTint="66"/>
    </w:rPr>
  </w:style>
  <w:style w:type="character" w:customStyle="1" w:styleId="Heading1Char">
    <w:name w:val="Heading 1 Char"/>
    <w:basedOn w:val="DefaultParagraphFont"/>
    <w:link w:val="Heading1"/>
    <w:uiPriority w:val="29"/>
    <w:rsid w:val="00733C2C"/>
    <w:rPr>
      <w:rFonts w:asciiTheme="majorHAnsi" w:eastAsiaTheme="majorEastAsia" w:hAnsiTheme="majorHAnsi" w:cstheme="majorBidi"/>
      <w:b/>
      <w:bCs/>
      <w:color w:val="0C2AD5" w:themeColor="accent1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29"/>
    <w:rsid w:val="00733C2C"/>
    <w:rPr>
      <w:rFonts w:asciiTheme="majorHAnsi" w:eastAsiaTheme="majorEastAsia" w:hAnsiTheme="majorHAnsi" w:cstheme="majorBidi"/>
      <w:b/>
      <w:bCs/>
      <w:color w:val="08C8E9" w:themeColor="accent2"/>
      <w:sz w:val="22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29"/>
    <w:rsid w:val="007A3D09"/>
    <w:rPr>
      <w:rFonts w:asciiTheme="majorHAnsi" w:eastAsiaTheme="majorEastAsia" w:hAnsiTheme="majorHAnsi" w:cstheme="majorBidi"/>
      <w:iCs/>
      <w:color w:val="FE6F5B" w:themeColor="accent3"/>
      <w:sz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29"/>
    <w:rsid w:val="00733C2C"/>
    <w:rPr>
      <w:rFonts w:asciiTheme="majorHAnsi" w:eastAsiaTheme="majorEastAsia" w:hAnsiTheme="majorHAnsi" w:cstheme="majorBidi"/>
      <w:iCs/>
      <w:color w:val="0C2AD5" w:themeColor="accent1"/>
      <w:sz w:val="20"/>
      <w:szCs w:val="16"/>
      <w:lang w:val="en-GB"/>
    </w:rPr>
  </w:style>
  <w:style w:type="character" w:customStyle="1" w:styleId="Heading5Char">
    <w:name w:val="Heading 5 Char"/>
    <w:basedOn w:val="DefaultParagraphFont"/>
    <w:link w:val="Heading5"/>
    <w:uiPriority w:val="29"/>
    <w:rsid w:val="00733C2C"/>
    <w:rPr>
      <w:rFonts w:asciiTheme="majorHAnsi" w:eastAsiaTheme="majorEastAsia" w:hAnsiTheme="majorHAnsi" w:cstheme="majorBidi"/>
      <w:i/>
      <w:iCs/>
      <w:color w:val="08C8E9" w:themeColor="accent2"/>
      <w:sz w:val="20"/>
      <w:szCs w:val="16"/>
      <w:lang w:val="en-GB"/>
    </w:rPr>
  </w:style>
  <w:style w:type="character" w:customStyle="1" w:styleId="Heading6Char">
    <w:name w:val="Heading 6 Char"/>
    <w:basedOn w:val="DefaultParagraphFont"/>
    <w:link w:val="Heading6"/>
    <w:uiPriority w:val="29"/>
    <w:rsid w:val="00441367"/>
    <w:rPr>
      <w:rFonts w:asciiTheme="majorHAnsi" w:eastAsiaTheme="majorEastAsia" w:hAnsiTheme="majorHAnsi" w:cstheme="majorBidi"/>
      <w:color w:val="FFCC00" w:themeColor="accent4"/>
      <w:sz w:val="20"/>
      <w:szCs w:val="16"/>
    </w:rPr>
  </w:style>
  <w:style w:type="character" w:customStyle="1" w:styleId="Heading7Char">
    <w:name w:val="Heading 7 Char"/>
    <w:basedOn w:val="DefaultParagraphFont"/>
    <w:link w:val="Heading7"/>
    <w:uiPriority w:val="29"/>
    <w:semiHidden/>
    <w:rsid w:val="00FA3565"/>
    <w:rPr>
      <w:rFonts w:asciiTheme="majorHAnsi" w:eastAsiaTheme="majorEastAsia" w:hAnsiTheme="majorHAnsi" w:cstheme="majorBidi"/>
      <w:i/>
      <w:iCs/>
      <w:color w:val="061569" w:themeColor="accent1" w:themeShade="7F"/>
      <w:sz w:val="20"/>
      <w:szCs w:val="16"/>
      <w:lang w:val="en-GB"/>
    </w:rPr>
  </w:style>
  <w:style w:type="character" w:customStyle="1" w:styleId="Heading8Char">
    <w:name w:val="Heading 8 Char"/>
    <w:basedOn w:val="DefaultParagraphFont"/>
    <w:link w:val="Heading8"/>
    <w:uiPriority w:val="29"/>
    <w:semiHidden/>
    <w:rsid w:val="00FA3565"/>
    <w:rPr>
      <w:rFonts w:asciiTheme="majorHAnsi" w:eastAsiaTheme="majorEastAsia" w:hAnsiTheme="majorHAnsi" w:cstheme="majorBidi"/>
      <w:color w:val="272727" w:themeColor="text1" w:themeTint="D8"/>
      <w:sz w:val="20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9"/>
    <w:semiHidden/>
    <w:rsid w:val="00FA3565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  <w:lang w:val="en-GB"/>
    </w:rPr>
  </w:style>
  <w:style w:type="numbering" w:customStyle="1" w:styleId="NumbListAppendix">
    <w:name w:val="NumbListAppendix"/>
    <w:uiPriority w:val="99"/>
    <w:rsid w:val="00FA3565"/>
    <w:pPr>
      <w:numPr>
        <w:numId w:val="17"/>
      </w:numPr>
    </w:pPr>
  </w:style>
  <w:style w:type="numbering" w:customStyle="1" w:styleId="NumLstTableBullet">
    <w:name w:val="NumLstTableBullet"/>
    <w:uiPriority w:val="99"/>
    <w:rsid w:val="00FA3565"/>
    <w:pPr>
      <w:numPr>
        <w:numId w:val="4"/>
      </w:numPr>
    </w:pPr>
  </w:style>
  <w:style w:type="numbering" w:customStyle="1" w:styleId="NumListBullet">
    <w:name w:val="NumListBullet"/>
    <w:uiPriority w:val="99"/>
    <w:rsid w:val="00FA3565"/>
    <w:pPr>
      <w:numPr>
        <w:numId w:val="9"/>
      </w:numPr>
    </w:pPr>
  </w:style>
  <w:style w:type="numbering" w:customStyle="1" w:styleId="NumbListNumb">
    <w:name w:val="NumbListNumb"/>
    <w:uiPriority w:val="99"/>
    <w:rsid w:val="00FA3565"/>
    <w:pPr>
      <w:numPr>
        <w:numId w:val="1"/>
      </w:numPr>
    </w:pPr>
  </w:style>
  <w:style w:type="numbering" w:customStyle="1" w:styleId="NumbListMain">
    <w:name w:val="NumbListMain"/>
    <w:uiPriority w:val="99"/>
    <w:rsid w:val="00FA3565"/>
    <w:pPr>
      <w:numPr>
        <w:numId w:val="7"/>
      </w:numPr>
    </w:pPr>
  </w:style>
  <w:style w:type="numbering" w:customStyle="1" w:styleId="NumLstTableNum">
    <w:name w:val="NumLstTableNum"/>
    <w:uiPriority w:val="99"/>
    <w:rsid w:val="00FA3565"/>
    <w:pPr>
      <w:numPr>
        <w:numId w:val="5"/>
      </w:numPr>
    </w:pPr>
  </w:style>
  <w:style w:type="paragraph" w:customStyle="1" w:styleId="Tablenumber3">
    <w:name w:val="Table number 3"/>
    <w:basedOn w:val="Tablenumber2"/>
    <w:link w:val="Tablenumber3Char"/>
    <w:uiPriority w:val="41"/>
    <w:qFormat/>
    <w:rsid w:val="00FA3565"/>
    <w:pPr>
      <w:numPr>
        <w:ilvl w:val="2"/>
      </w:numPr>
    </w:pPr>
  </w:style>
  <w:style w:type="paragraph" w:styleId="ListNumber">
    <w:name w:val="List Number"/>
    <w:basedOn w:val="Bullet3"/>
    <w:uiPriority w:val="20"/>
    <w:unhideWhenUsed/>
    <w:qFormat/>
    <w:rsid w:val="00733C2C"/>
    <w:pPr>
      <w:numPr>
        <w:ilvl w:val="0"/>
        <w:numId w:val="15"/>
      </w:numPr>
    </w:pPr>
  </w:style>
  <w:style w:type="paragraph" w:styleId="ListNumber2">
    <w:name w:val="List Number 2"/>
    <w:basedOn w:val="Bullet2"/>
    <w:uiPriority w:val="20"/>
    <w:unhideWhenUsed/>
    <w:qFormat/>
    <w:rsid w:val="00FA3565"/>
    <w:pPr>
      <w:numPr>
        <w:numId w:val="15"/>
      </w:numPr>
    </w:pPr>
  </w:style>
  <w:style w:type="paragraph" w:styleId="ListNumber3">
    <w:name w:val="List Number 3"/>
    <w:basedOn w:val="Bullet3"/>
    <w:uiPriority w:val="20"/>
    <w:unhideWhenUsed/>
    <w:qFormat/>
    <w:rsid w:val="00733C2C"/>
    <w:pPr>
      <w:numPr>
        <w:numId w:val="15"/>
      </w:numPr>
    </w:pPr>
  </w:style>
  <w:style w:type="paragraph" w:customStyle="1" w:styleId="Bullet1">
    <w:name w:val="Bullet 1"/>
    <w:basedOn w:val="Normal"/>
    <w:link w:val="Bullet1Char"/>
    <w:uiPriority w:val="19"/>
    <w:qFormat/>
    <w:rsid w:val="00733C2C"/>
    <w:pPr>
      <w:numPr>
        <w:numId w:val="3"/>
      </w:numPr>
      <w:spacing w:after="80" w:line="259" w:lineRule="auto"/>
      <w:jc w:val="both"/>
    </w:pPr>
  </w:style>
  <w:style w:type="paragraph" w:customStyle="1" w:styleId="Bullet2">
    <w:name w:val="Bullet 2"/>
    <w:basedOn w:val="Normal"/>
    <w:link w:val="Bullet2Char"/>
    <w:uiPriority w:val="19"/>
    <w:qFormat/>
    <w:rsid w:val="00733C2C"/>
    <w:pPr>
      <w:numPr>
        <w:ilvl w:val="1"/>
        <w:numId w:val="11"/>
      </w:numPr>
      <w:spacing w:after="80" w:line="259" w:lineRule="auto"/>
      <w:jc w:val="both"/>
    </w:pPr>
  </w:style>
  <w:style w:type="character" w:customStyle="1" w:styleId="Bullet1Char">
    <w:name w:val="Bullet 1 Char"/>
    <w:basedOn w:val="DefaultParagraphFont"/>
    <w:link w:val="Bullet1"/>
    <w:uiPriority w:val="19"/>
    <w:rsid w:val="00733C2C"/>
    <w:rPr>
      <w:sz w:val="20"/>
      <w:szCs w:val="20"/>
      <w:lang w:val="en-GB"/>
    </w:rPr>
  </w:style>
  <w:style w:type="paragraph" w:customStyle="1" w:styleId="Bullet3">
    <w:name w:val="Bullet 3"/>
    <w:basedOn w:val="Normal"/>
    <w:link w:val="Bullet3Char"/>
    <w:uiPriority w:val="19"/>
    <w:qFormat/>
    <w:rsid w:val="00733C2C"/>
    <w:pPr>
      <w:numPr>
        <w:ilvl w:val="2"/>
        <w:numId w:val="13"/>
      </w:numPr>
      <w:spacing w:after="80" w:line="259" w:lineRule="auto"/>
      <w:jc w:val="both"/>
    </w:pPr>
  </w:style>
  <w:style w:type="character" w:customStyle="1" w:styleId="Bullet2Char">
    <w:name w:val="Bullet 2 Char"/>
    <w:basedOn w:val="DefaultParagraphFont"/>
    <w:link w:val="Bullet2"/>
    <w:uiPriority w:val="19"/>
    <w:rsid w:val="00733C2C"/>
    <w:rPr>
      <w:sz w:val="20"/>
      <w:szCs w:val="20"/>
      <w:lang w:val="en-GB"/>
    </w:rPr>
  </w:style>
  <w:style w:type="character" w:customStyle="1" w:styleId="Bullet3Char">
    <w:name w:val="Bullet 3 Char"/>
    <w:basedOn w:val="DefaultParagraphFont"/>
    <w:link w:val="Bullet3"/>
    <w:uiPriority w:val="19"/>
    <w:rsid w:val="00733C2C"/>
    <w:rPr>
      <w:sz w:val="20"/>
      <w:szCs w:val="20"/>
      <w:lang w:val="en-GB"/>
    </w:rPr>
  </w:style>
  <w:style w:type="paragraph" w:styleId="BodyText">
    <w:name w:val="Body Text"/>
    <w:basedOn w:val="Normal"/>
    <w:link w:val="BodyTextChar"/>
    <w:qFormat/>
    <w:rsid w:val="00FA3565"/>
    <w:pPr>
      <w:spacing w:after="120" w:line="259" w:lineRule="auto"/>
      <w:jc w:val="both"/>
    </w:pPr>
    <w:rPr>
      <w:szCs w:val="16"/>
    </w:rPr>
  </w:style>
  <w:style w:type="character" w:customStyle="1" w:styleId="BodyTextChar">
    <w:name w:val="Body Text Char"/>
    <w:basedOn w:val="DefaultParagraphFont"/>
    <w:link w:val="BodyText"/>
    <w:rsid w:val="00FA3565"/>
    <w:rPr>
      <w:sz w:val="20"/>
      <w:szCs w:val="16"/>
      <w:lang w:val="en-GB"/>
    </w:rPr>
  </w:style>
  <w:style w:type="paragraph" w:customStyle="1" w:styleId="AppendixHeading1">
    <w:name w:val="Appendix Heading 1"/>
    <w:basedOn w:val="Heading1"/>
    <w:next w:val="BodyText"/>
    <w:link w:val="AppendixHeading1Char"/>
    <w:uiPriority w:val="39"/>
    <w:qFormat/>
    <w:rsid w:val="00DC23D2"/>
    <w:pPr>
      <w:keepNext w:val="0"/>
      <w:keepLines w:val="0"/>
      <w:pageBreakBefore/>
      <w:numPr>
        <w:numId w:val="6"/>
      </w:numPr>
      <w:spacing w:before="0"/>
    </w:pPr>
  </w:style>
  <w:style w:type="character" w:customStyle="1" w:styleId="AppendixHeading1Char">
    <w:name w:val="Appendix Heading 1 Char"/>
    <w:basedOn w:val="DefaultParagraphFont"/>
    <w:link w:val="AppendixHeading1"/>
    <w:uiPriority w:val="39"/>
    <w:rsid w:val="00DC23D2"/>
    <w:rPr>
      <w:rFonts w:asciiTheme="majorHAnsi" w:eastAsiaTheme="majorEastAsia" w:hAnsiTheme="majorHAnsi" w:cstheme="majorBidi"/>
      <w:b/>
      <w:bCs/>
      <w:color w:val="0C2AD5" w:themeColor="accent1"/>
      <w:sz w:val="28"/>
      <w:szCs w:val="32"/>
      <w:lang w:val="en-GB"/>
    </w:rPr>
  </w:style>
  <w:style w:type="paragraph" w:customStyle="1" w:styleId="AppendixHeading2">
    <w:name w:val="Appendix Heading 2"/>
    <w:basedOn w:val="Heading2"/>
    <w:next w:val="BodyText"/>
    <w:link w:val="AppendixHeading2Char"/>
    <w:uiPriority w:val="39"/>
    <w:qFormat/>
    <w:rsid w:val="00DC23D2"/>
    <w:pPr>
      <w:keepLines w:val="0"/>
      <w:numPr>
        <w:numId w:val="6"/>
      </w:numPr>
      <w:jc w:val="left"/>
    </w:pPr>
  </w:style>
  <w:style w:type="character" w:customStyle="1" w:styleId="AppendixHeading2Char">
    <w:name w:val="Appendix Heading 2 Char"/>
    <w:basedOn w:val="AppendixHeading1Char"/>
    <w:link w:val="AppendixHeading2"/>
    <w:uiPriority w:val="39"/>
    <w:rsid w:val="00DC23D2"/>
    <w:rPr>
      <w:rFonts w:asciiTheme="majorHAnsi" w:eastAsiaTheme="majorEastAsia" w:hAnsiTheme="majorHAnsi" w:cstheme="majorBidi"/>
      <w:b/>
      <w:bCs/>
      <w:color w:val="08C8E9" w:themeColor="accent2"/>
      <w:sz w:val="22"/>
      <w:szCs w:val="26"/>
      <w:lang w:val="en-GB"/>
    </w:rPr>
  </w:style>
  <w:style w:type="paragraph" w:customStyle="1" w:styleId="AppendixHeading3">
    <w:name w:val="Appendix Heading 3"/>
    <w:basedOn w:val="BodyText"/>
    <w:next w:val="BodyText"/>
    <w:uiPriority w:val="39"/>
    <w:qFormat/>
    <w:rsid w:val="00441367"/>
    <w:pPr>
      <w:keepNext/>
      <w:numPr>
        <w:ilvl w:val="2"/>
        <w:numId w:val="6"/>
      </w:numPr>
      <w:spacing w:before="240" w:after="60"/>
      <w:outlineLvl w:val="2"/>
    </w:pPr>
    <w:rPr>
      <w:rFonts w:asciiTheme="majorHAnsi" w:eastAsia="Times New Roman" w:hAnsiTheme="majorHAnsi" w:cstheme="majorHAnsi"/>
      <w:iCs/>
      <w:color w:val="FE6F5B" w:themeColor="accent3"/>
      <w:szCs w:val="24"/>
    </w:rPr>
  </w:style>
  <w:style w:type="paragraph" w:customStyle="1" w:styleId="AppendixHeading4">
    <w:name w:val="Appendix Heading 4"/>
    <w:basedOn w:val="Heading4"/>
    <w:next w:val="BodyText"/>
    <w:uiPriority w:val="39"/>
    <w:qFormat/>
    <w:rsid w:val="00DC23D2"/>
    <w:pPr>
      <w:numPr>
        <w:numId w:val="6"/>
      </w:numPr>
    </w:pPr>
    <w:rPr>
      <w:i/>
      <w:iCs w:val="0"/>
      <w:color w:val="0C2AD5" w:themeColor="text2"/>
    </w:rPr>
  </w:style>
  <w:style w:type="paragraph" w:styleId="Caption">
    <w:name w:val="caption"/>
    <w:basedOn w:val="Normal"/>
    <w:next w:val="Normal"/>
    <w:link w:val="CaptionChar"/>
    <w:uiPriority w:val="43"/>
    <w:qFormat/>
    <w:rsid w:val="00765DDF"/>
    <w:pPr>
      <w:keepNext/>
      <w:spacing w:before="120" w:after="120"/>
      <w:ind w:left="851" w:hanging="851"/>
    </w:pPr>
    <w:rPr>
      <w:i/>
      <w:iCs/>
      <w:color w:val="0C2AD5" w:themeColor="text2"/>
      <w:sz w:val="18"/>
      <w:szCs w:val="18"/>
    </w:rPr>
  </w:style>
  <w:style w:type="character" w:customStyle="1" w:styleId="CaptionChar">
    <w:name w:val="Caption Char"/>
    <w:basedOn w:val="DefaultParagraphFont"/>
    <w:link w:val="Caption"/>
    <w:uiPriority w:val="43"/>
    <w:rsid w:val="00765DDF"/>
    <w:rPr>
      <w:i/>
      <w:iCs/>
      <w:color w:val="0C2AD5" w:themeColor="text2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3565"/>
    <w:pPr>
      <w:tabs>
        <w:tab w:val="center" w:pos="4680"/>
        <w:tab w:val="right" w:pos="9360"/>
      </w:tabs>
    </w:pPr>
    <w:rPr>
      <w:color w:val="000000" w:themeColor="text1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A3565"/>
    <w:rPr>
      <w:color w:val="000000" w:themeColor="text1"/>
      <w:sz w:val="16"/>
      <w:szCs w:val="16"/>
      <w:lang w:val="en-GB"/>
    </w:rPr>
  </w:style>
  <w:style w:type="paragraph" w:customStyle="1" w:styleId="Headline">
    <w:name w:val="Headline"/>
    <w:basedOn w:val="Normal"/>
    <w:next w:val="BodyText"/>
    <w:link w:val="HeadlineChar"/>
    <w:uiPriority w:val="29"/>
    <w:qFormat/>
    <w:rsid w:val="00733C2C"/>
    <w:pPr>
      <w:spacing w:before="200" w:after="160" w:line="259" w:lineRule="auto"/>
    </w:pPr>
    <w:rPr>
      <w:b/>
      <w:color w:val="0C2AD5" w:themeColor="accent1"/>
      <w:szCs w:val="16"/>
    </w:rPr>
  </w:style>
  <w:style w:type="character" w:customStyle="1" w:styleId="HeadlineChar">
    <w:name w:val="Headline Char"/>
    <w:basedOn w:val="DefaultParagraphFont"/>
    <w:link w:val="Headline"/>
    <w:uiPriority w:val="29"/>
    <w:rsid w:val="00733C2C"/>
    <w:rPr>
      <w:b/>
      <w:color w:val="0C2AD5" w:themeColor="accent1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FA3565"/>
    <w:rPr>
      <w:color w:val="808080"/>
    </w:rPr>
  </w:style>
  <w:style w:type="paragraph" w:styleId="Quote">
    <w:name w:val="Quote"/>
    <w:basedOn w:val="Normal"/>
    <w:next w:val="Normal"/>
    <w:link w:val="QuoteChar"/>
    <w:uiPriority w:val="59"/>
    <w:unhideWhenUsed/>
    <w:rsid w:val="00FA3565"/>
    <w:pPr>
      <w:spacing w:before="200" w:after="160" w:line="259" w:lineRule="auto"/>
      <w:ind w:left="864" w:right="864"/>
      <w:jc w:val="both"/>
    </w:pPr>
    <w:rPr>
      <w:i/>
      <w:iCs/>
      <w:color w:val="404040" w:themeColor="text1" w:themeTint="BF"/>
      <w:szCs w:val="16"/>
    </w:rPr>
  </w:style>
  <w:style w:type="character" w:customStyle="1" w:styleId="QuoteChar">
    <w:name w:val="Quote Char"/>
    <w:basedOn w:val="DefaultParagraphFont"/>
    <w:link w:val="Quote"/>
    <w:uiPriority w:val="59"/>
    <w:rsid w:val="00FA3565"/>
    <w:rPr>
      <w:i/>
      <w:iCs/>
      <w:color w:val="404040" w:themeColor="text1" w:themeTint="BF"/>
      <w:sz w:val="20"/>
      <w:szCs w:val="16"/>
      <w:lang w:val="en-GB"/>
    </w:rPr>
  </w:style>
  <w:style w:type="paragraph" w:customStyle="1" w:styleId="Source">
    <w:name w:val="Source"/>
    <w:basedOn w:val="BodyText"/>
    <w:next w:val="BodyText"/>
    <w:link w:val="SourceChar"/>
    <w:uiPriority w:val="42"/>
    <w:qFormat/>
    <w:rsid w:val="00E944AC"/>
    <w:pPr>
      <w:spacing w:after="360" w:line="240" w:lineRule="auto"/>
    </w:pPr>
    <w:rPr>
      <w:color w:val="0C2AD5" w:themeColor="text2"/>
      <w:sz w:val="16"/>
    </w:rPr>
  </w:style>
  <w:style w:type="character" w:customStyle="1" w:styleId="SourceChar">
    <w:name w:val="Source Char"/>
    <w:basedOn w:val="BodyTextChar"/>
    <w:link w:val="Source"/>
    <w:uiPriority w:val="42"/>
    <w:rsid w:val="00E944AC"/>
    <w:rPr>
      <w:color w:val="0C2AD5" w:themeColor="text2"/>
      <w:sz w:val="16"/>
      <w:szCs w:val="16"/>
      <w:lang w:val="en-GB"/>
    </w:rPr>
  </w:style>
  <w:style w:type="paragraph" w:customStyle="1" w:styleId="Tablebullet1">
    <w:name w:val="Table bullet 1"/>
    <w:basedOn w:val="Bullet1"/>
    <w:link w:val="Tablebullet1Char"/>
    <w:uiPriority w:val="41"/>
    <w:qFormat/>
    <w:rsid w:val="00FA3565"/>
    <w:pPr>
      <w:numPr>
        <w:numId w:val="4"/>
      </w:numPr>
      <w:spacing w:before="60" w:line="240" w:lineRule="auto"/>
      <w:jc w:val="left"/>
    </w:pPr>
    <w:rPr>
      <w:kern w:val="16"/>
      <w:sz w:val="16"/>
    </w:rPr>
  </w:style>
  <w:style w:type="character" w:customStyle="1" w:styleId="Tablebullet1Char">
    <w:name w:val="Table bullet 1 Char"/>
    <w:basedOn w:val="Bullet1Char"/>
    <w:link w:val="Tablebullet1"/>
    <w:uiPriority w:val="41"/>
    <w:rsid w:val="00FA3565"/>
    <w:rPr>
      <w:kern w:val="16"/>
      <w:sz w:val="16"/>
      <w:szCs w:val="20"/>
      <w:lang w:val="en-GB"/>
    </w:rPr>
  </w:style>
  <w:style w:type="paragraph" w:customStyle="1" w:styleId="Tablebullet2">
    <w:name w:val="Table bullet 2"/>
    <w:basedOn w:val="Bullet2"/>
    <w:link w:val="Tablebullet2Char"/>
    <w:uiPriority w:val="41"/>
    <w:qFormat/>
    <w:rsid w:val="00FA3565"/>
    <w:pPr>
      <w:numPr>
        <w:ilvl w:val="0"/>
        <w:numId w:val="10"/>
      </w:numPr>
      <w:spacing w:before="60" w:line="240" w:lineRule="auto"/>
      <w:ind w:left="454" w:hanging="227"/>
      <w:jc w:val="left"/>
    </w:pPr>
    <w:rPr>
      <w:kern w:val="16"/>
      <w:sz w:val="16"/>
    </w:rPr>
  </w:style>
  <w:style w:type="character" w:customStyle="1" w:styleId="Tablebullet2Char">
    <w:name w:val="Table bullet 2 Char"/>
    <w:basedOn w:val="Bullet2Char"/>
    <w:link w:val="Tablebullet2"/>
    <w:uiPriority w:val="41"/>
    <w:rsid w:val="00FA3565"/>
    <w:rPr>
      <w:kern w:val="16"/>
      <w:sz w:val="16"/>
      <w:szCs w:val="20"/>
      <w:lang w:val="en-GB"/>
    </w:rPr>
  </w:style>
  <w:style w:type="paragraph" w:customStyle="1" w:styleId="Tablebullet3">
    <w:name w:val="Table bullet 3"/>
    <w:basedOn w:val="Bullet3"/>
    <w:link w:val="Tablebullet3Char"/>
    <w:uiPriority w:val="41"/>
    <w:qFormat/>
    <w:rsid w:val="00FA3565"/>
    <w:pPr>
      <w:numPr>
        <w:numId w:val="4"/>
      </w:numPr>
      <w:spacing w:before="60" w:line="240" w:lineRule="auto"/>
      <w:ind w:left="681"/>
      <w:jc w:val="left"/>
    </w:pPr>
    <w:rPr>
      <w:kern w:val="16"/>
      <w:sz w:val="16"/>
    </w:rPr>
  </w:style>
  <w:style w:type="character" w:customStyle="1" w:styleId="Tablebullet3Char">
    <w:name w:val="Table bullet 3 Char"/>
    <w:basedOn w:val="Bullet3Char"/>
    <w:link w:val="Tablebullet3"/>
    <w:uiPriority w:val="41"/>
    <w:rsid w:val="00FA3565"/>
    <w:rPr>
      <w:kern w:val="16"/>
      <w:sz w:val="16"/>
      <w:szCs w:val="20"/>
      <w:lang w:val="en-GB"/>
    </w:rPr>
  </w:style>
  <w:style w:type="paragraph" w:customStyle="1" w:styleId="Tablenumber1">
    <w:name w:val="Table number 1"/>
    <w:basedOn w:val="Normal"/>
    <w:link w:val="Tablenumber1Char"/>
    <w:autoRedefine/>
    <w:uiPriority w:val="41"/>
    <w:qFormat/>
    <w:rsid w:val="00FA3565"/>
    <w:pPr>
      <w:numPr>
        <w:numId w:val="5"/>
      </w:numPr>
      <w:spacing w:before="60"/>
    </w:pPr>
    <w:rPr>
      <w:kern w:val="16"/>
      <w:sz w:val="16"/>
      <w:szCs w:val="16"/>
    </w:rPr>
  </w:style>
  <w:style w:type="character" w:customStyle="1" w:styleId="Tablenumber1Char">
    <w:name w:val="Table number 1 Char"/>
    <w:basedOn w:val="DefaultParagraphFont"/>
    <w:link w:val="Tablenumber1"/>
    <w:uiPriority w:val="41"/>
    <w:rsid w:val="00FA3565"/>
    <w:rPr>
      <w:kern w:val="16"/>
      <w:sz w:val="16"/>
      <w:szCs w:val="16"/>
      <w:lang w:val="en-GB"/>
    </w:rPr>
  </w:style>
  <w:style w:type="paragraph" w:customStyle="1" w:styleId="Tablenumber2">
    <w:name w:val="Table number 2"/>
    <w:basedOn w:val="Tablenumber1"/>
    <w:link w:val="Tablenumber2Char"/>
    <w:uiPriority w:val="41"/>
    <w:qFormat/>
    <w:rsid w:val="00FA3565"/>
    <w:pPr>
      <w:numPr>
        <w:ilvl w:val="1"/>
      </w:numPr>
    </w:pPr>
  </w:style>
  <w:style w:type="character" w:customStyle="1" w:styleId="Tablenumber2Char">
    <w:name w:val="Table number 2 Char"/>
    <w:basedOn w:val="Tablenumber1Char"/>
    <w:link w:val="Tablenumber2"/>
    <w:uiPriority w:val="41"/>
    <w:rsid w:val="00FA3565"/>
    <w:rPr>
      <w:kern w:val="16"/>
      <w:sz w:val="16"/>
      <w:szCs w:val="16"/>
      <w:lang w:val="en-GB"/>
    </w:rPr>
  </w:style>
  <w:style w:type="character" w:customStyle="1" w:styleId="Tablenumber3Char">
    <w:name w:val="Table number 3 Char"/>
    <w:basedOn w:val="Tablenumber2Char"/>
    <w:link w:val="Tablenumber3"/>
    <w:uiPriority w:val="41"/>
    <w:rsid w:val="00FA3565"/>
    <w:rPr>
      <w:kern w:val="16"/>
      <w:sz w:val="16"/>
      <w:szCs w:val="16"/>
      <w:lang w:val="en-GB"/>
    </w:rPr>
  </w:style>
  <w:style w:type="paragraph" w:customStyle="1" w:styleId="Tablerowheader">
    <w:name w:val="Table row header"/>
    <w:basedOn w:val="Normal"/>
    <w:uiPriority w:val="40"/>
    <w:rsid w:val="006B4D73"/>
    <w:pPr>
      <w:spacing w:before="60"/>
      <w:jc w:val="both"/>
    </w:pPr>
    <w:rPr>
      <w:rFonts w:asciiTheme="majorHAnsi" w:eastAsia="Times New Roman" w:hAnsiTheme="majorHAnsi" w:cs="Times New Roman"/>
      <w:color w:val="000000"/>
    </w:rPr>
  </w:style>
  <w:style w:type="paragraph" w:customStyle="1" w:styleId="Tabletext">
    <w:name w:val="Table text"/>
    <w:basedOn w:val="BodyText"/>
    <w:uiPriority w:val="39"/>
    <w:qFormat/>
    <w:rsid w:val="00DA5597"/>
    <w:pPr>
      <w:spacing w:after="0" w:line="240" w:lineRule="auto"/>
      <w:jc w:val="left"/>
    </w:pPr>
    <w:rPr>
      <w:rFonts w:eastAsia="Times New Roman" w:cs="Times New Roman"/>
      <w:sz w:val="16"/>
      <w:szCs w:val="24"/>
    </w:rPr>
  </w:style>
  <w:style w:type="table" w:styleId="GridTable1Light-Accent3">
    <w:name w:val="Grid Table 1 Light Accent 3"/>
    <w:basedOn w:val="TableNormal"/>
    <w:uiPriority w:val="46"/>
    <w:rsid w:val="006B4D73"/>
    <w:tblPr>
      <w:tblStyleRowBandSize w:val="1"/>
      <w:tblStyleColBandSize w:val="1"/>
      <w:tblBorders>
        <w:top w:val="single" w:sz="4" w:space="0" w:color="FEC5BD" w:themeColor="accent3" w:themeTint="66"/>
        <w:left w:val="single" w:sz="4" w:space="0" w:color="FEC5BD" w:themeColor="accent3" w:themeTint="66"/>
        <w:bottom w:val="single" w:sz="4" w:space="0" w:color="FEC5BD" w:themeColor="accent3" w:themeTint="66"/>
        <w:right w:val="single" w:sz="4" w:space="0" w:color="FEC5BD" w:themeColor="accent3" w:themeTint="66"/>
        <w:insideH w:val="single" w:sz="4" w:space="0" w:color="FEC5BD" w:themeColor="accent3" w:themeTint="66"/>
        <w:insideV w:val="single" w:sz="4" w:space="0" w:color="FEC5B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EA8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EA8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6B4D73"/>
    <w:tblPr>
      <w:tblStyleRowBandSize w:val="1"/>
      <w:tblStyleColBandSize w:val="1"/>
      <w:tblBorders>
        <w:top w:val="single" w:sz="2" w:space="0" w:color="5D73F6" w:themeColor="accent1" w:themeTint="99"/>
        <w:bottom w:val="single" w:sz="2" w:space="0" w:color="5D73F6" w:themeColor="accent1" w:themeTint="99"/>
        <w:insideH w:val="single" w:sz="2" w:space="0" w:color="5D73F6" w:themeColor="accent1" w:themeTint="99"/>
        <w:insideV w:val="single" w:sz="2" w:space="0" w:color="5D73F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D73F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D73F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0FC" w:themeFill="accent1" w:themeFillTint="33"/>
      </w:tcPr>
    </w:tblStylePr>
    <w:tblStylePr w:type="band1Horz">
      <w:tblPr/>
      <w:tcPr>
        <w:shd w:val="clear" w:color="auto" w:fill="C9D0FC" w:themeFill="accent1" w:themeFillTint="33"/>
      </w:tcPr>
    </w:tblStylePr>
  </w:style>
  <w:style w:type="table" w:styleId="TableGrid">
    <w:name w:val="Table Grid"/>
    <w:basedOn w:val="TableNormal"/>
    <w:uiPriority w:val="39"/>
    <w:rsid w:val="00901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A82635"/>
    <w:rPr>
      <w:rFonts w:cs="Times New Roman (Body CS)"/>
      <w:sz w:val="20"/>
    </w:rPr>
    <w:tblPr>
      <w:tblStyleRowBandSize w:val="1"/>
      <w:tblStyleColBandSize w:val="1"/>
      <w:tblBorders>
        <w:top w:val="single" w:sz="4" w:space="0" w:color="93A2F9" w:themeColor="accent1" w:themeTint="66"/>
        <w:left w:val="single" w:sz="4" w:space="0" w:color="93A2F9" w:themeColor="accent1" w:themeTint="66"/>
        <w:bottom w:val="single" w:sz="4" w:space="0" w:color="93A2F9" w:themeColor="accent1" w:themeTint="66"/>
        <w:right w:val="single" w:sz="4" w:space="0" w:color="93A2F9" w:themeColor="accent1" w:themeTint="66"/>
        <w:insideH w:val="single" w:sz="4" w:space="0" w:color="93A2F9" w:themeColor="accent1" w:themeTint="66"/>
        <w:insideV w:val="single" w:sz="4" w:space="0" w:color="93A2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D73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73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IntenseQuote">
    <w:name w:val="Intense Quote"/>
    <w:basedOn w:val="Quote"/>
    <w:next w:val="Normal"/>
    <w:link w:val="IntenseQuoteChar"/>
    <w:uiPriority w:val="30"/>
    <w:qFormat/>
    <w:rsid w:val="00765DDF"/>
    <w:pPr>
      <w:pBdr>
        <w:top w:val="single" w:sz="4" w:space="6" w:color="08C8E9" w:themeColor="accent2"/>
        <w:bottom w:val="single" w:sz="4" w:space="6" w:color="08C8E9" w:themeColor="accent2"/>
      </w:pBdr>
    </w:pPr>
    <w:rPr>
      <w:color w:val="08C8E9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5DDF"/>
    <w:rPr>
      <w:i/>
      <w:iCs/>
      <w:color w:val="08C8E9" w:themeColor="accent2"/>
      <w:sz w:val="20"/>
      <w:szCs w:val="16"/>
      <w:lang w:val="en-GB"/>
    </w:rPr>
  </w:style>
  <w:style w:type="character" w:styleId="Emphasis">
    <w:name w:val="Emphasis"/>
    <w:basedOn w:val="DefaultParagraphFont"/>
    <w:uiPriority w:val="20"/>
    <w:qFormat/>
    <w:rsid w:val="00765DD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65DDF"/>
    <w:rPr>
      <w:i/>
      <w:iCs/>
      <w:color w:val="0C2AD5" w:themeColor="accent1"/>
    </w:rPr>
  </w:style>
  <w:style w:type="paragraph" w:styleId="Header">
    <w:name w:val="header"/>
    <w:basedOn w:val="Normal"/>
    <w:link w:val="HeaderChar"/>
    <w:uiPriority w:val="99"/>
    <w:unhideWhenUsed/>
    <w:rsid w:val="00334A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A40"/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41C30"/>
    <w:pPr>
      <w:numPr>
        <w:numId w:val="0"/>
      </w:numPr>
      <w:spacing w:after="0" w:line="276" w:lineRule="auto"/>
      <w:jc w:val="left"/>
      <w:outlineLvl w:val="9"/>
    </w:pPr>
    <w:rPr>
      <w:color w:val="0C2AD5" w:themeColor="text2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34A40"/>
    <w:pPr>
      <w:spacing w:before="120"/>
    </w:pPr>
    <w:rPr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334A40"/>
    <w:pPr>
      <w:spacing w:before="120"/>
      <w:ind w:left="20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34A40"/>
    <w:pPr>
      <w:ind w:left="400"/>
    </w:pPr>
  </w:style>
  <w:style w:type="character" w:styleId="Hyperlink">
    <w:name w:val="Hyperlink"/>
    <w:basedOn w:val="DefaultParagraphFont"/>
    <w:uiPriority w:val="99"/>
    <w:unhideWhenUsed/>
    <w:rsid w:val="00D731CC"/>
    <w:rPr>
      <w:color w:val="08C8E9" w:themeColor="hyperlink"/>
      <w:u w:val="none"/>
    </w:rPr>
  </w:style>
  <w:style w:type="paragraph" w:styleId="TOC4">
    <w:name w:val="toc 4"/>
    <w:basedOn w:val="Normal"/>
    <w:next w:val="Normal"/>
    <w:autoRedefine/>
    <w:uiPriority w:val="39"/>
    <w:unhideWhenUsed/>
    <w:rsid w:val="00334A40"/>
    <w:pPr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334A40"/>
    <w:pPr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334A40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34A40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34A40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34A40"/>
    <w:pPr>
      <w:ind w:left="1600"/>
    </w:pPr>
  </w:style>
  <w:style w:type="paragraph" w:styleId="TableofFigures">
    <w:name w:val="table of figures"/>
    <w:basedOn w:val="Normal"/>
    <w:next w:val="Normal"/>
    <w:uiPriority w:val="99"/>
    <w:unhideWhenUsed/>
    <w:rsid w:val="00334A40"/>
  </w:style>
  <w:style w:type="paragraph" w:customStyle="1" w:styleId="Tabelle-RECEIPT">
    <w:name w:val="Tabelle - RECEIPT"/>
    <w:basedOn w:val="Normal"/>
    <w:link w:val="Tabelle-RECEIPTChar"/>
    <w:autoRedefine/>
    <w:rsid w:val="00166E1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entury Gothic" w:eastAsia="Calibri" w:hAnsi="Century Gothic" w:cs="Calibri"/>
      <w:iCs/>
      <w:color w:val="000000"/>
      <w:sz w:val="18"/>
      <w:szCs w:val="24"/>
      <w:lang w:val="en-US"/>
    </w:rPr>
  </w:style>
  <w:style w:type="character" w:customStyle="1" w:styleId="Tabelle-RECEIPTChar">
    <w:name w:val="Tabelle - RECEIPT Char"/>
    <w:link w:val="Tabelle-RECEIPT"/>
    <w:rsid w:val="00166E19"/>
    <w:rPr>
      <w:rFonts w:ascii="Century Gothic" w:eastAsia="Calibri" w:hAnsi="Century Gothic" w:cs="Calibri"/>
      <w:iCs/>
      <w:color w:val="000000"/>
      <w:sz w:val="18"/>
      <w:lang w:val="en-US"/>
    </w:rPr>
  </w:style>
  <w:style w:type="table" w:styleId="GridTable5Dark-Accent3">
    <w:name w:val="Grid Table 5 Dark Accent 3"/>
    <w:basedOn w:val="TableNormal"/>
    <w:uiPriority w:val="50"/>
    <w:rsid w:val="00166E19"/>
    <w:rPr>
      <w:rFonts w:ascii="Avenir Light" w:hAnsi="Avenir Light" w:cs="Times New Roman"/>
      <w:iCs/>
      <w:color w:val="00000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2D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6F5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6F5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6F5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6F5B" w:themeFill="accent3"/>
      </w:tcPr>
    </w:tblStylePr>
    <w:tblStylePr w:type="band1Vert">
      <w:tblPr/>
      <w:tcPr>
        <w:shd w:val="clear" w:color="auto" w:fill="FEC5BD" w:themeFill="accent3" w:themeFillTint="66"/>
      </w:tcPr>
    </w:tblStylePr>
    <w:tblStylePr w:type="band1Horz">
      <w:tblPr/>
      <w:tcPr>
        <w:shd w:val="clear" w:color="auto" w:fill="FEC5BD" w:themeFill="accent3" w:themeFillTint="66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3C19A9"/>
    <w:pPr>
      <w:ind w:firstLine="1560"/>
      <w:contextualSpacing/>
      <w:jc w:val="right"/>
    </w:pPr>
    <w:rPr>
      <w:rFonts w:asciiTheme="majorHAnsi" w:eastAsiaTheme="majorEastAsia" w:hAnsiTheme="majorHAnsi" w:cstheme="majorBidi"/>
      <w:b/>
      <w:bCs/>
      <w:color w:val="FFFFFF" w:themeColor="background1"/>
      <w:spacing w:val="-10"/>
      <w:kern w:val="28"/>
      <w:sz w:val="96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C19A9"/>
    <w:rPr>
      <w:rFonts w:asciiTheme="majorHAnsi" w:eastAsiaTheme="majorEastAsia" w:hAnsiTheme="majorHAnsi" w:cstheme="majorBidi"/>
      <w:b/>
      <w:bCs/>
      <w:color w:val="FFFFFF" w:themeColor="background1"/>
      <w:spacing w:val="-10"/>
      <w:kern w:val="28"/>
      <w:sz w:val="96"/>
      <w:szCs w:val="72"/>
    </w:rPr>
  </w:style>
  <w:style w:type="paragraph" w:customStyle="1" w:styleId="Deliverablenumber">
    <w:name w:val="Deliverable number"/>
    <w:basedOn w:val="Title"/>
    <w:link w:val="DeliverablenumberChar"/>
    <w:qFormat/>
    <w:rsid w:val="005F1959"/>
    <w:rPr>
      <w:bCs w:val="0"/>
      <w:color w:val="FE6F5B" w:themeColor="accent3"/>
      <w:sz w:val="144"/>
      <w:szCs w:val="144"/>
      <w:lang w:val="nl-NL"/>
    </w:rPr>
  </w:style>
  <w:style w:type="character" w:customStyle="1" w:styleId="DeliverablenumberChar">
    <w:name w:val="Deliverable number Char"/>
    <w:basedOn w:val="TitleChar"/>
    <w:link w:val="Deliverablenumber"/>
    <w:rsid w:val="005F1959"/>
    <w:rPr>
      <w:rFonts w:asciiTheme="majorHAnsi" w:eastAsiaTheme="majorEastAsia" w:hAnsiTheme="majorHAnsi" w:cstheme="majorBidi"/>
      <w:b/>
      <w:bCs w:val="0"/>
      <w:color w:val="FE6F5B" w:themeColor="accent3"/>
      <w:spacing w:val="-10"/>
      <w:kern w:val="28"/>
      <w:sz w:val="144"/>
      <w:szCs w:val="144"/>
      <w:lang w:val="nl-NL"/>
    </w:rPr>
  </w:style>
  <w:style w:type="paragraph" w:customStyle="1" w:styleId="Title-inside">
    <w:name w:val="Title - inside"/>
    <w:basedOn w:val="Normal"/>
    <w:link w:val="Title-insideChar"/>
    <w:rsid w:val="00A41C30"/>
    <w:rPr>
      <w:b/>
      <w:bCs/>
      <w:color w:val="0C2AD5" w:themeColor="text2"/>
      <w:sz w:val="44"/>
      <w:szCs w:val="40"/>
    </w:rPr>
  </w:style>
  <w:style w:type="character" w:customStyle="1" w:styleId="Title-insideChar">
    <w:name w:val="Title - inside Char"/>
    <w:basedOn w:val="DefaultParagraphFont"/>
    <w:link w:val="Title-inside"/>
    <w:rsid w:val="00A41C30"/>
    <w:rPr>
      <w:b/>
      <w:bCs/>
      <w:color w:val="0C2AD5" w:themeColor="text2"/>
      <w:sz w:val="44"/>
      <w:szCs w:val="40"/>
    </w:rPr>
  </w:style>
  <w:style w:type="paragraph" w:customStyle="1" w:styleId="Deliverable-inside">
    <w:name w:val="Deliverable - inside"/>
    <w:basedOn w:val="Normal"/>
    <w:rsid w:val="00CA4AF4"/>
    <w:rPr>
      <w:b/>
      <w:color w:val="0C2AD5" w:themeColor="text2"/>
      <w:sz w:val="52"/>
    </w:rPr>
  </w:style>
  <w:style w:type="paragraph" w:customStyle="1" w:styleId="Documentinfo">
    <w:name w:val="Document info"/>
    <w:basedOn w:val="Normal"/>
    <w:rsid w:val="00885431"/>
    <w:rPr>
      <w:color w:val="08C8E9" w:themeColor="accent2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2113FB"/>
  </w:style>
  <w:style w:type="character" w:styleId="UnresolvedMention">
    <w:name w:val="Unresolved Mention"/>
    <w:basedOn w:val="DefaultParagraphFont"/>
    <w:uiPriority w:val="99"/>
    <w:semiHidden/>
    <w:unhideWhenUsed/>
    <w:rsid w:val="00A314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140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0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0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0F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4ACC"/>
    <w:rPr>
      <w:color w:val="8A3FFF" w:themeColor="followedHyperlink"/>
      <w:u w:val="single"/>
    </w:rPr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11603E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03E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603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1603E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1603E"/>
    <w:rPr>
      <w:sz w:val="18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1603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5F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5F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6163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64575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0114144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9482036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7173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552739019">
              <w:marLeft w:val="18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6045283">
                  <w:marLeft w:val="0"/>
                  <w:marRight w:val="0"/>
                  <w:marTop w:val="0"/>
                  <w:marBottom w:val="0"/>
                  <w:divBdr>
                    <w:top w:val="single" w:sz="6" w:space="0" w:color="1DA1F2"/>
                    <w:left w:val="single" w:sz="6" w:space="12" w:color="1DA1F2"/>
                    <w:bottom w:val="single" w:sz="6" w:space="0" w:color="1DA1F2"/>
                    <w:right w:val="single" w:sz="6" w:space="12" w:color="1DA1F2"/>
                  </w:divBdr>
                  <w:divsChild>
                    <w:div w:id="11246128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</w:divsChild>
    </w:div>
    <w:div w:id="4069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254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5019699">
          <w:marLeft w:val="60"/>
          <w:marRight w:val="0"/>
          <w:marTop w:val="0"/>
          <w:marBottom w:val="0"/>
          <w:divBdr>
            <w:top w:val="single" w:sz="2" w:space="0" w:color="000000"/>
            <w:left w:val="single" w:sz="2" w:space="3" w:color="000000"/>
            <w:bottom w:val="single" w:sz="2" w:space="0" w:color="000000"/>
            <w:right w:val="single" w:sz="2" w:space="3" w:color="000000"/>
          </w:divBdr>
        </w:div>
      </w:divsChild>
    </w:div>
    <w:div w:id="533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309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05495265">
          <w:marLeft w:val="60"/>
          <w:marRight w:val="0"/>
          <w:marTop w:val="0"/>
          <w:marBottom w:val="0"/>
          <w:divBdr>
            <w:top w:val="single" w:sz="2" w:space="0" w:color="000000"/>
            <w:left w:val="single" w:sz="2" w:space="3" w:color="000000"/>
            <w:bottom w:val="single" w:sz="2" w:space="0" w:color="000000"/>
            <w:right w:val="single" w:sz="2" w:space="3" w:color="000000"/>
          </w:divBdr>
        </w:div>
      </w:divsChild>
    </w:div>
    <w:div w:id="7152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598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104129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554321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87445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6911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518616146">
              <w:marLeft w:val="18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12385327">
                  <w:marLeft w:val="0"/>
                  <w:marRight w:val="0"/>
                  <w:marTop w:val="0"/>
                  <w:marBottom w:val="0"/>
                  <w:divBdr>
                    <w:top w:val="single" w:sz="6" w:space="0" w:color="1DA1F2"/>
                    <w:left w:val="single" w:sz="6" w:space="12" w:color="1DA1F2"/>
                    <w:bottom w:val="single" w:sz="6" w:space="0" w:color="1DA1F2"/>
                    <w:right w:val="single" w:sz="6" w:space="12" w:color="1DA1F2"/>
                  </w:divBdr>
                  <w:divsChild>
                    <w:div w:id="17677255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</w:divsChild>
    </w:div>
    <w:div w:id="1303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0952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89756903">
          <w:marLeft w:val="60"/>
          <w:marRight w:val="0"/>
          <w:marTop w:val="0"/>
          <w:marBottom w:val="0"/>
          <w:divBdr>
            <w:top w:val="single" w:sz="2" w:space="0" w:color="000000"/>
            <w:left w:val="single" w:sz="2" w:space="3" w:color="000000"/>
            <w:bottom w:val="single" w:sz="2" w:space="0" w:color="000000"/>
            <w:right w:val="single" w:sz="2" w:space="3" w:color="000000"/>
          </w:divBdr>
        </w:div>
      </w:divsChild>
    </w:div>
    <w:div w:id="1314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574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4181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0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97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5558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225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123764315">
          <w:marLeft w:val="60"/>
          <w:marRight w:val="0"/>
          <w:marTop w:val="0"/>
          <w:marBottom w:val="0"/>
          <w:divBdr>
            <w:top w:val="single" w:sz="2" w:space="0" w:color="000000"/>
            <w:left w:val="single" w:sz="2" w:space="3" w:color="000000"/>
            <w:bottom w:val="single" w:sz="2" w:space="0" w:color="000000"/>
            <w:right w:val="single" w:sz="2" w:space="3" w:color="000000"/>
          </w:divBdr>
        </w:div>
      </w:divsChild>
    </w:div>
    <w:div w:id="1563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025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344894513">
          <w:marLeft w:val="60"/>
          <w:marRight w:val="0"/>
          <w:marTop w:val="0"/>
          <w:marBottom w:val="0"/>
          <w:divBdr>
            <w:top w:val="single" w:sz="2" w:space="0" w:color="000000"/>
            <w:left w:val="single" w:sz="2" w:space="3" w:color="000000"/>
            <w:bottom w:val="single" w:sz="2" w:space="0" w:color="000000"/>
            <w:right w:val="single" w:sz="2" w:space="3" w:color="000000"/>
          </w:divBdr>
        </w:div>
      </w:divsChild>
    </w:div>
    <w:div w:id="17498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3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2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985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scfuture.eu/" TargetMode="External"/><Relationship Id="rId13" Type="http://schemas.openxmlformats.org/officeDocument/2006/relationships/hyperlink" Target="https://rd-alliance.org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oscfuture.e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oscfuture.eu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oscfuture-grants.eu/call-rda-external-evaluato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oscfuture.eu/" TargetMode="External"/><Relationship Id="rId10" Type="http://schemas.openxmlformats.org/officeDocument/2006/relationships/hyperlink" Target="https://eoscfuture-grants.eu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oscfuture-grants.eu/" TargetMode="External"/><Relationship Id="rId14" Type="http://schemas.openxmlformats.org/officeDocument/2006/relationships/hyperlink" Target="https://eosc-dih.eu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tiff"/><Relationship Id="rId5" Type="http://schemas.openxmlformats.org/officeDocument/2006/relationships/hyperlink" Target="htpps://eoscfuture.eu/" TargetMode="External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trienwitpas/Dropbox%20(ARCTIK)/ARCTIK%20SERVER/1_PROJECTS/3685%20EOSC/1.%20Visual%20Identity/Templates/EOSC_Future_Word_Template_Basic.dotx" TargetMode="External"/></Relationships>
</file>

<file path=word/theme/theme1.xml><?xml version="1.0" encoding="utf-8"?>
<a:theme xmlns:a="http://schemas.openxmlformats.org/drawingml/2006/main" name="Office Theme">
  <a:themeElements>
    <a:clrScheme name="EOSC Future">
      <a:dk1>
        <a:srgbClr val="000000"/>
      </a:dk1>
      <a:lt1>
        <a:srgbClr val="FFFFFF"/>
      </a:lt1>
      <a:dk2>
        <a:srgbClr val="0C2AD5"/>
      </a:dk2>
      <a:lt2>
        <a:srgbClr val="E7E6E6"/>
      </a:lt2>
      <a:accent1>
        <a:srgbClr val="0C2AD5"/>
      </a:accent1>
      <a:accent2>
        <a:srgbClr val="08C8E9"/>
      </a:accent2>
      <a:accent3>
        <a:srgbClr val="FE6F5B"/>
      </a:accent3>
      <a:accent4>
        <a:srgbClr val="FFCC00"/>
      </a:accent4>
      <a:accent5>
        <a:srgbClr val="0CA88B"/>
      </a:accent5>
      <a:accent6>
        <a:srgbClr val="8A3FFF"/>
      </a:accent6>
      <a:hlink>
        <a:srgbClr val="08C8E9"/>
      </a:hlink>
      <a:folHlink>
        <a:srgbClr val="8A3FFF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1E36BD-6556-DC45-BC08-1A5B0559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EOSC_Future_Word_Template_Basic.dotx</Template>
  <TotalTime>7</TotalTime>
  <Pages>1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Katrien Witpas</cp:lastModifiedBy>
  <cp:revision>7</cp:revision>
  <dcterms:created xsi:type="dcterms:W3CDTF">2021-06-17T08:15:00Z</dcterms:created>
  <dcterms:modified xsi:type="dcterms:W3CDTF">2021-07-01T09:51:00Z</dcterms:modified>
</cp:coreProperties>
</file>